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856533" w:rsidRPr="000F527A" w:rsidRDefault="00FE7D2F" w:rsidP="00880F60">
      <w:pPr>
        <w:pStyle w:val="Title"/>
        <w:rPr>
          <w:lang w:val="es-AR"/>
        </w:rPr>
      </w:pPr>
      <w:bookmarkStart w:id="0" w:name="_GoBack"/>
      <w:bookmarkEnd w:id="0"/>
      <w:r w:rsidRPr="003125F9">
        <w:rPr>
          <w:rFonts w:ascii="Georgia" w:eastAsia="Georgia" w:hAnsi="Georgia" w:cs="Georgia"/>
          <w:bCs/>
          <w:iCs/>
          <w:lang w:val="es-ES"/>
        </w:rPr>
        <w:t>Folleto A</w:t>
      </w:r>
    </w:p>
    <w:p w:rsidR="002F372E" w:rsidRPr="000F527A" w:rsidRDefault="00FE7D2F" w:rsidP="00E15AEC">
      <w:pPr>
        <w:pStyle w:val="Heading1"/>
        <w:rPr>
          <w:lang w:val="es-AR"/>
        </w:rPr>
      </w:pPr>
      <w:r w:rsidRPr="001E2D10">
        <w:rPr>
          <w:rFonts w:ascii="Georgia" w:eastAsia="Georgia" w:hAnsi="Georgia" w:cs="Georgia"/>
          <w:iCs/>
          <w:lang w:val="es-ES"/>
        </w:rPr>
        <w:t xml:space="preserve">Pensando en su futuro </w:t>
      </w:r>
    </w:p>
    <w:p w:rsidR="00C53499" w:rsidRPr="000F527A" w:rsidRDefault="00FE7D2F" w:rsidP="00C53499">
      <w:pPr>
        <w:pStyle w:val="BodyText"/>
        <w:rPr>
          <w:lang w:val="es-AR"/>
        </w:rPr>
      </w:pPr>
      <w:r w:rsidRPr="001E2D10">
        <w:rPr>
          <w:rFonts w:eastAsia="Georgia" w:cs="Georgia"/>
          <w:lang w:val="es-ES"/>
        </w:rPr>
        <w:t>A continuación hay algunas preguntas que pueden ayudarles a saber más sobre lo que les gusta hacer. Se basan en la teoría de elección vocacional de John Holland. Las carreras y especializaciones universitarias se pueden clasificar en estas mismas categorías. Este cuestionario les ayudará a aprender cuál de las seis áreas se relaciona con sus intereses. Después de completar este cuestionario, pueden ver las carreras y especializaciones universitarias que puedan coincidir con sus gustos.</w:t>
      </w:r>
    </w:p>
    <w:tbl>
      <w:tblPr>
        <w:tblStyle w:val="DP-Plain10"/>
        <w:tblW w:w="5214" w:type="pct"/>
        <w:tblBorders>
          <w:insideH w:val="nil"/>
        </w:tblBorders>
        <w:tblLook w:val="04A0" w:firstRow="1" w:lastRow="0" w:firstColumn="1" w:lastColumn="0" w:noHBand="0" w:noVBand="1"/>
      </w:tblPr>
      <w:tblGrid>
        <w:gridCol w:w="458"/>
        <w:gridCol w:w="2067"/>
        <w:gridCol w:w="7100"/>
      </w:tblGrid>
      <w:tr w:rsidR="002C0E22" w:rsidRPr="000F527A" w:rsidTr="000F5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5" w:type="dxa"/>
            <w:gridSpan w:val="3"/>
          </w:tcPr>
          <w:p w:rsidR="001E2D10" w:rsidRPr="000F527A" w:rsidRDefault="00FE7D2F" w:rsidP="001E2D10">
            <w:pPr>
              <w:pStyle w:val="TableTitleGeorgia"/>
              <w:spacing w:before="60" w:after="60" w:line="240" w:lineRule="auto"/>
              <w:contextualSpacing w:val="0"/>
              <w:rPr>
                <w:lang w:val="es-AR"/>
              </w:rPr>
            </w:pPr>
            <w:r w:rsidRPr="001E2D10">
              <w:rPr>
                <w:rFonts w:eastAsiaTheme="minorHAnsi" w:cstheme="minorBidi"/>
                <w:bCs/>
                <w:iCs/>
                <w:color w:val="DC6900"/>
                <w:szCs w:val="20"/>
              </w:rPr>
              <w:t>Realista</w:t>
            </w:r>
          </w:p>
          <w:p w:rsidR="001E2D10" w:rsidRPr="000F527A" w:rsidRDefault="00FE7D2F" w:rsidP="001E2D10">
            <w:pPr>
              <w:pStyle w:val="TableTextGeorgia"/>
              <w:rPr>
                <w:i/>
                <w:lang w:val="es-AR"/>
              </w:rPr>
            </w:pPr>
            <w:r w:rsidRPr="001E2D10">
              <w:rPr>
                <w:rFonts w:eastAsia="Georgia" w:cs="Georgia"/>
                <w:i/>
                <w:iCs/>
                <w:lang w:val="es-ES"/>
              </w:rPr>
              <w:t>¿Le gusta trabajar al aire libre? ¿Le gustan los animales? ¿Le gusta arreglar cosas?</w:t>
            </w:r>
          </w:p>
          <w:p w:rsidR="001E2D10" w:rsidRPr="000F527A" w:rsidRDefault="00FE7D2F" w:rsidP="001E2D10">
            <w:pPr>
              <w:pStyle w:val="TableTextGeorgia"/>
              <w:rPr>
                <w:rFonts w:cs="Arial"/>
                <w:i/>
                <w:lang w:val="es-AR"/>
              </w:rPr>
            </w:pPr>
            <w:r w:rsidRPr="001E2D10">
              <w:rPr>
                <w:rFonts w:eastAsia="Georgia" w:cs="Georgia"/>
                <w:lang w:val="es-ES"/>
              </w:rPr>
              <w:t>Califiquen el nivel de interés que creen tener para cada área enumerada a continuación, de</w:t>
            </w:r>
            <w:r w:rsidRPr="001E2D10">
              <w:rPr>
                <w:rFonts w:eastAsia="Georgia" w:cs="Georgia"/>
                <w:i/>
                <w:iCs/>
                <w:lang w:val="es-ES"/>
              </w:rPr>
              <w:t xml:space="preserve"> </w:t>
            </w:r>
            <w:r w:rsidRPr="001E2D10">
              <w:rPr>
                <w:rFonts w:eastAsia="Georgia" w:cs="Georgia"/>
                <w:b/>
                <w:bCs/>
                <w:lang w:val="es-ES"/>
              </w:rPr>
              <w:t>0 (no me interesa) a 5 (me interesa mucho).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1E2D10" w:rsidRPr="000F527A" w:rsidRDefault="00EC4C80" w:rsidP="001E2D10">
            <w:pPr>
              <w:spacing w:before="60" w:after="60" w:line="240" w:lineRule="auto"/>
              <w:rPr>
                <w:rFonts w:cs="Arial"/>
                <w:lang w:val="es-AR"/>
              </w:rPr>
            </w:pPr>
            <w:r>
              <w:rPr>
                <w:rFonts w:cs="Arial"/>
                <w:noProof/>
                <w:lang w:eastAsia="en-GB"/>
              </w:rPr>
              <w:pict>
                <v:rect id="_x0000_s1075" style="position:absolute;margin-left:1.55pt;margin-top:88.65pt;width:12.15pt;height:12.35pt;z-index:251664384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26" style="position:absolute;margin-left:1.55pt;margin-top:72.65pt;width:12.15pt;height:12.35pt;z-index:251663360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27" style="position:absolute;margin-left:1.55pt;margin-top:54.2pt;width:12.15pt;height:12.35pt;z-index:251662336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28" style="position:absolute;margin-left:1.55pt;margin-top:37.15pt;width:12.15pt;height:12.35pt;z-index:251661312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29" style="position:absolute;margin-left:1.55pt;margin-top:20.55pt;width:12.15pt;height:12.35pt;z-index:251660288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30" style="position:absolute;margin-left:1.55pt;margin-top:1.7pt;width:12.15pt;height:12.35pt;z-index:251659264;mso-position-horizontal-relative:text;mso-position-vertical-relative:text" strokecolor="#dc6900"/>
              </w:pict>
            </w:r>
            <w:r w:rsidR="00FE7D2F" w:rsidRPr="000F527A">
              <w:rPr>
                <w:rFonts w:cs="Arial"/>
                <w:lang w:val="es-AR"/>
              </w:rPr>
              <w:t xml:space="preserve"> </w:t>
            </w:r>
          </w:p>
        </w:tc>
        <w:tc>
          <w:tcPr>
            <w:tcW w:w="9167" w:type="dxa"/>
            <w:gridSpan w:val="2"/>
            <w:vAlign w:val="center"/>
          </w:tcPr>
          <w:p w:rsidR="001E2D10" w:rsidRPr="001E2D10" w:rsidRDefault="00FE7D2F" w:rsidP="001E2D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E2D10">
              <w:rPr>
                <w:rFonts w:eastAsia="Georgia" w:cs="Georgia"/>
                <w:lang w:val="es-ES"/>
              </w:rPr>
              <w:t>Participar en actividades atléticas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1E2D10" w:rsidRPr="001E2D10" w:rsidRDefault="00EC4C80" w:rsidP="001E2D10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9167" w:type="dxa"/>
            <w:gridSpan w:val="2"/>
            <w:vAlign w:val="center"/>
          </w:tcPr>
          <w:p w:rsidR="001E2D10" w:rsidRPr="000F527A" w:rsidRDefault="00FE7D2F" w:rsidP="001E2D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E2D10">
              <w:rPr>
                <w:rFonts w:eastAsia="Georgia" w:cs="Georgia"/>
                <w:lang w:val="es-ES"/>
              </w:rPr>
              <w:t>Pasar el tiempo trabajando al aire libre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1E2D10" w:rsidRPr="000F527A" w:rsidRDefault="00EC4C80" w:rsidP="001E2D10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167" w:type="dxa"/>
            <w:gridSpan w:val="2"/>
            <w:vAlign w:val="center"/>
          </w:tcPr>
          <w:p w:rsidR="001E2D10" w:rsidRPr="000F527A" w:rsidRDefault="00FE7D2F" w:rsidP="001E2D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E2D10">
              <w:rPr>
                <w:rFonts w:eastAsia="Georgia" w:cs="Georgia"/>
                <w:lang w:val="es-ES"/>
              </w:rPr>
              <w:t>Usar las manos y herramientas para construir algo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1E2D10" w:rsidRPr="000F527A" w:rsidRDefault="00EC4C80" w:rsidP="001E2D10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167" w:type="dxa"/>
            <w:gridSpan w:val="2"/>
            <w:vAlign w:val="center"/>
          </w:tcPr>
          <w:p w:rsidR="001E2D10" w:rsidRPr="000F527A" w:rsidRDefault="00FE7D2F" w:rsidP="001E2D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E2D10">
              <w:rPr>
                <w:rFonts w:eastAsia="Georgia" w:cs="Georgia"/>
                <w:lang w:val="es-ES"/>
              </w:rPr>
              <w:t>Operar máquinas para crear un producto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1E2D10" w:rsidRPr="000F527A" w:rsidRDefault="00EC4C80" w:rsidP="001E2D10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167" w:type="dxa"/>
            <w:gridSpan w:val="2"/>
            <w:vAlign w:val="center"/>
          </w:tcPr>
          <w:p w:rsidR="001E2D10" w:rsidRPr="001E2D10" w:rsidRDefault="00FE7D2F" w:rsidP="001E2D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n-US"/>
              </w:rPr>
            </w:pPr>
            <w:r w:rsidRPr="001E2D10">
              <w:rPr>
                <w:rFonts w:eastAsia="Georgia" w:cs="Georgia"/>
                <w:lang w:val="es-ES"/>
              </w:rPr>
              <w:t>Cuidar animales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" w:type="dxa"/>
          </w:tcPr>
          <w:p w:rsidR="001E2D10" w:rsidRPr="001E2D10" w:rsidRDefault="00EC4C80" w:rsidP="001E2D10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9167" w:type="dxa"/>
            <w:gridSpan w:val="2"/>
            <w:vAlign w:val="center"/>
          </w:tcPr>
          <w:p w:rsidR="001E2D10" w:rsidRPr="000F527A" w:rsidRDefault="00FE7D2F" w:rsidP="001E2D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E2D10">
              <w:rPr>
                <w:rFonts w:eastAsia="Georgia" w:cs="Georgia"/>
                <w:lang w:val="es-ES"/>
              </w:rPr>
              <w:t>Ayudar a cultivar plantas y a mantenerlas saludables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5" w:type="dxa"/>
            <w:gridSpan w:val="2"/>
          </w:tcPr>
          <w:p w:rsidR="001E2D10" w:rsidRPr="001E2D10" w:rsidRDefault="00FE7D2F" w:rsidP="000F527A">
            <w:pPr>
              <w:pStyle w:val="TableTextGeorgia"/>
              <w:ind w:right="-472"/>
              <w:rPr>
                <w:rFonts w:cs="Arial"/>
              </w:rPr>
            </w:pPr>
            <w:r w:rsidRPr="001E2D10">
              <w:rPr>
                <w:rFonts w:eastAsia="Georgia" w:cs="Georgia"/>
                <w:i/>
                <w:iCs/>
                <w:lang w:val="es-ES"/>
              </w:rPr>
              <w:t>Puntaje total de realista:</w:t>
            </w:r>
          </w:p>
        </w:tc>
        <w:tc>
          <w:tcPr>
            <w:tcW w:w="7100" w:type="dxa"/>
            <w:vAlign w:val="center"/>
          </w:tcPr>
          <w:p w:rsidR="001E2D10" w:rsidRPr="001E2D10" w:rsidRDefault="00EC4C80" w:rsidP="001E2D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  <w:lang w:eastAsia="en-GB"/>
              </w:rPr>
              <w:pict>
                <v:rect id="_x0000_s1031" style="position:absolute;margin-left:33.5pt;margin-top:-.2pt;width:12.15pt;height:12.35pt;z-index:251665408;mso-position-horizontal-relative:text;mso-position-vertical-relative:text" strokecolor="#dc6900"/>
              </w:pict>
            </w:r>
          </w:p>
        </w:tc>
      </w:tr>
    </w:tbl>
    <w:p w:rsidR="001E2D10" w:rsidRDefault="00EC4C80" w:rsidP="00C53499">
      <w:pPr>
        <w:pStyle w:val="BodyText"/>
      </w:pPr>
    </w:p>
    <w:tbl>
      <w:tblPr>
        <w:tblStyle w:val="DP-Plain10"/>
        <w:tblW w:w="5248" w:type="pct"/>
        <w:tblBorders>
          <w:insideH w:val="nil"/>
        </w:tblBorders>
        <w:tblLook w:val="04A0" w:firstRow="1" w:lastRow="0" w:firstColumn="1" w:lastColumn="0" w:noHBand="0" w:noVBand="1"/>
      </w:tblPr>
      <w:tblGrid>
        <w:gridCol w:w="475"/>
        <w:gridCol w:w="2617"/>
        <w:gridCol w:w="6596"/>
      </w:tblGrid>
      <w:tr w:rsidR="002C0E22" w:rsidRPr="000F527A" w:rsidTr="000F5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7" w:type="dxa"/>
            <w:gridSpan w:val="3"/>
          </w:tcPr>
          <w:p w:rsidR="00182D46" w:rsidRPr="000F527A" w:rsidRDefault="00FE7D2F" w:rsidP="00182D46">
            <w:pPr>
              <w:pStyle w:val="TableTitleGeorgia"/>
              <w:spacing w:before="60" w:after="60" w:line="240" w:lineRule="auto"/>
              <w:contextualSpacing w:val="0"/>
              <w:rPr>
                <w:rFonts w:eastAsiaTheme="minorHAnsi" w:cstheme="minorBidi"/>
                <w:szCs w:val="20"/>
                <w:lang w:val="es-AR"/>
              </w:rPr>
            </w:pPr>
            <w:r w:rsidRPr="00182D46">
              <w:rPr>
                <w:rFonts w:eastAsiaTheme="minorHAnsi" w:cstheme="minorBidi"/>
                <w:bCs/>
                <w:iCs/>
                <w:color w:val="DC6900"/>
                <w:szCs w:val="20"/>
              </w:rPr>
              <w:t>Investigador</w:t>
            </w:r>
          </w:p>
          <w:p w:rsidR="00182D46" w:rsidRPr="000F527A" w:rsidRDefault="00FE7D2F" w:rsidP="00182D46">
            <w:pPr>
              <w:pStyle w:val="TableTextGeorgia"/>
              <w:rPr>
                <w:i/>
                <w:lang w:val="es-AR"/>
              </w:rPr>
            </w:pPr>
            <w:r w:rsidRPr="00182D46">
              <w:rPr>
                <w:rFonts w:eastAsia="Georgia" w:cs="Georgia"/>
                <w:i/>
                <w:iCs/>
                <w:lang w:val="es-ES"/>
              </w:rPr>
              <w:t>¿Le gusta resolver problemas y rompecabezas?</w:t>
            </w:r>
          </w:p>
          <w:p w:rsidR="00182D46" w:rsidRPr="000F527A" w:rsidRDefault="00FE7D2F" w:rsidP="000F527A">
            <w:pPr>
              <w:pStyle w:val="TableTextGeorgia"/>
              <w:rPr>
                <w:rFonts w:cs="Arial"/>
                <w:lang w:val="es-AR"/>
              </w:rPr>
            </w:pPr>
            <w:r w:rsidRPr="00182D46">
              <w:rPr>
                <w:rFonts w:eastAsia="Georgia" w:cs="Georgia"/>
                <w:lang w:val="es-ES"/>
              </w:rPr>
              <w:t xml:space="preserve">Califiquen el nivel de interés que creen tener para cada área enumerada a continuación, de </w:t>
            </w:r>
            <w:r w:rsidRPr="00182D46">
              <w:rPr>
                <w:rFonts w:eastAsia="Georgia" w:cs="Georgia"/>
                <w:b/>
                <w:bCs/>
                <w:lang w:val="es-ES"/>
              </w:rPr>
              <w:t>0 (no me interesa) a 5 (me interesa mucho).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82D46" w:rsidRPr="000F527A" w:rsidRDefault="00EC4C80" w:rsidP="00182D46">
            <w:pPr>
              <w:spacing w:before="60" w:after="60" w:line="240" w:lineRule="auto"/>
              <w:rPr>
                <w:rFonts w:cs="Arial"/>
                <w:lang w:val="es-AR"/>
              </w:rPr>
            </w:pPr>
            <w:r>
              <w:rPr>
                <w:rFonts w:cs="Arial"/>
                <w:noProof/>
                <w:lang w:eastAsia="en-GB"/>
              </w:rPr>
              <w:pict>
                <v:rect id="_x0000_s1032" style="position:absolute;margin-left:1.55pt;margin-top:88.65pt;width:12.15pt;height:12.35pt;z-index:251671552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33" style="position:absolute;margin-left:1.55pt;margin-top:72.65pt;width:12.15pt;height:12.35pt;z-index:251670528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34" style="position:absolute;margin-left:1.55pt;margin-top:54.2pt;width:12.15pt;height:12.35pt;z-index:251669504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35" style="position:absolute;margin-left:1.55pt;margin-top:37.15pt;width:12.15pt;height:12.35pt;z-index:251668480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36" style="position:absolute;margin-left:1.55pt;margin-top:20.55pt;width:12.15pt;height:12.35pt;z-index:251667456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37" style="position:absolute;margin-left:1.55pt;margin-top:1.7pt;width:12.15pt;height:12.35pt;z-index:251666432;mso-position-horizontal-relative:text;mso-position-vertical-relative:text" strokecolor="#dc6900"/>
              </w:pict>
            </w:r>
            <w:r w:rsidR="00FE7D2F" w:rsidRPr="000F527A">
              <w:rPr>
                <w:rFonts w:cs="Arial"/>
                <w:lang w:val="es-AR"/>
              </w:rPr>
              <w:t xml:space="preserve"> </w:t>
            </w:r>
          </w:p>
        </w:tc>
        <w:tc>
          <w:tcPr>
            <w:tcW w:w="9212" w:type="dxa"/>
            <w:gridSpan w:val="2"/>
          </w:tcPr>
          <w:p w:rsidR="00182D46" w:rsidRPr="000F527A" w:rsidRDefault="00FE7D2F" w:rsidP="00182D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82D46">
              <w:rPr>
                <w:rFonts w:eastAsia="Georgia" w:cs="Georgia"/>
                <w:lang w:val="es-ES"/>
              </w:rPr>
              <w:t>Calcular y resolver problemas matemáticos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82D46" w:rsidRPr="000F527A" w:rsidRDefault="00EC4C80" w:rsidP="00182D46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212" w:type="dxa"/>
            <w:gridSpan w:val="2"/>
          </w:tcPr>
          <w:p w:rsidR="00182D46" w:rsidRPr="000F527A" w:rsidRDefault="00FE7D2F" w:rsidP="00182D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82D46">
              <w:rPr>
                <w:rFonts w:eastAsia="Georgia" w:cs="Georgia"/>
                <w:lang w:val="es-ES"/>
              </w:rPr>
              <w:t>Estudiar problemas y temas científicos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82D46" w:rsidRPr="000F527A" w:rsidRDefault="00EC4C80" w:rsidP="00182D46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212" w:type="dxa"/>
            <w:gridSpan w:val="2"/>
          </w:tcPr>
          <w:p w:rsidR="00182D46" w:rsidRPr="000F527A" w:rsidRDefault="00FE7D2F" w:rsidP="00182D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82D46">
              <w:rPr>
                <w:rFonts w:eastAsia="Georgia" w:cs="Georgia"/>
                <w:lang w:val="es-ES"/>
              </w:rPr>
              <w:t>Investigar temas científicos en forma independiente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82D46" w:rsidRPr="000F527A" w:rsidRDefault="00EC4C80" w:rsidP="00182D46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212" w:type="dxa"/>
            <w:gridSpan w:val="2"/>
          </w:tcPr>
          <w:p w:rsidR="00182D46" w:rsidRPr="000F527A" w:rsidRDefault="00FE7D2F" w:rsidP="00182D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82D46">
              <w:rPr>
                <w:rFonts w:eastAsia="Georgia" w:cs="Georgia"/>
                <w:lang w:val="es-ES"/>
              </w:rPr>
              <w:t>Analizar datos cuantitativos y numéricos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82D46" w:rsidRPr="000F527A" w:rsidRDefault="00EC4C80" w:rsidP="00182D46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212" w:type="dxa"/>
            <w:gridSpan w:val="2"/>
          </w:tcPr>
          <w:p w:rsidR="00182D46" w:rsidRPr="000F527A" w:rsidRDefault="00FE7D2F" w:rsidP="00182D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82D46">
              <w:rPr>
                <w:rFonts w:eastAsia="Georgia" w:cs="Georgia"/>
                <w:lang w:val="es-ES"/>
              </w:rPr>
              <w:t>Invertir tiempo en entender conceptos complejos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82D46" w:rsidRPr="000F527A" w:rsidRDefault="00EC4C80" w:rsidP="00182D46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212" w:type="dxa"/>
            <w:gridSpan w:val="2"/>
          </w:tcPr>
          <w:p w:rsidR="00182D46" w:rsidRPr="000F527A" w:rsidRDefault="00FE7D2F" w:rsidP="00182D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82D46">
              <w:rPr>
                <w:rFonts w:eastAsia="Georgia" w:cs="Georgia"/>
                <w:lang w:val="es-ES"/>
              </w:rPr>
              <w:t>Investigar nuevos proyectos científicos o matemáticos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2" w:type="dxa"/>
            <w:gridSpan w:val="2"/>
          </w:tcPr>
          <w:p w:rsidR="00182D46" w:rsidRPr="00182D46" w:rsidRDefault="00FE7D2F" w:rsidP="00182D46">
            <w:pPr>
              <w:pStyle w:val="TableTextGeorgia"/>
              <w:rPr>
                <w:rFonts w:cs="Arial"/>
              </w:rPr>
            </w:pPr>
            <w:r w:rsidRPr="00182D46">
              <w:rPr>
                <w:rFonts w:eastAsia="Georgia" w:cs="Georgia"/>
                <w:i/>
                <w:iCs/>
                <w:lang w:val="es-ES"/>
              </w:rPr>
              <w:t>Puntaje total de investigador:</w:t>
            </w:r>
          </w:p>
        </w:tc>
        <w:tc>
          <w:tcPr>
            <w:tcW w:w="6595" w:type="dxa"/>
          </w:tcPr>
          <w:p w:rsidR="00182D46" w:rsidRPr="00182D46" w:rsidRDefault="00EC4C80" w:rsidP="00182D4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  <w:lang w:eastAsia="en-GB"/>
              </w:rPr>
              <w:pict>
                <v:rect id="_x0000_s1038" style="position:absolute;margin-left:13.1pt;margin-top:.25pt;width:12.15pt;height:12.35pt;z-index:251658240;mso-position-horizontal-relative:text;mso-position-vertical-relative:text" strokecolor="#dc6900"/>
              </w:pict>
            </w:r>
          </w:p>
        </w:tc>
      </w:tr>
    </w:tbl>
    <w:p w:rsidR="003F6057" w:rsidRDefault="00EC4C80" w:rsidP="00C53499">
      <w:pPr>
        <w:pStyle w:val="BodyText"/>
      </w:pPr>
    </w:p>
    <w:p w:rsidR="003F6057" w:rsidRDefault="00FE7D2F">
      <w:r>
        <w:br w:type="page"/>
      </w:r>
    </w:p>
    <w:tbl>
      <w:tblPr>
        <w:tblStyle w:val="DP-Plain10"/>
        <w:tblW w:w="5310" w:type="pct"/>
        <w:tblBorders>
          <w:insideH w:val="nil"/>
        </w:tblBorders>
        <w:tblLook w:val="04A0" w:firstRow="1" w:lastRow="0" w:firstColumn="1" w:lastColumn="0" w:noHBand="0" w:noVBand="1"/>
      </w:tblPr>
      <w:tblGrid>
        <w:gridCol w:w="472"/>
        <w:gridCol w:w="2195"/>
        <w:gridCol w:w="7135"/>
      </w:tblGrid>
      <w:tr w:rsidR="002C0E22" w:rsidRPr="000F527A" w:rsidTr="000F5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2" w:type="dxa"/>
            <w:gridSpan w:val="3"/>
          </w:tcPr>
          <w:p w:rsidR="003F6057" w:rsidRPr="000F527A" w:rsidRDefault="00FE7D2F" w:rsidP="003F6057">
            <w:pPr>
              <w:pStyle w:val="TableTitleGeorgia"/>
              <w:spacing w:before="60" w:after="60" w:line="240" w:lineRule="auto"/>
              <w:contextualSpacing w:val="0"/>
              <w:rPr>
                <w:lang w:val="es-AR"/>
              </w:rPr>
            </w:pPr>
            <w:r w:rsidRPr="003F6057">
              <w:rPr>
                <w:rFonts w:eastAsiaTheme="minorHAnsi" w:cstheme="minorBidi"/>
                <w:bCs/>
                <w:iCs/>
                <w:color w:val="DC6900"/>
                <w:szCs w:val="20"/>
              </w:rPr>
              <w:lastRenderedPageBreak/>
              <w:t>Artístico</w:t>
            </w:r>
          </w:p>
          <w:p w:rsidR="003F6057" w:rsidRPr="000F527A" w:rsidRDefault="00FE7D2F" w:rsidP="003F6057">
            <w:pPr>
              <w:pStyle w:val="TableTextGeorgia"/>
              <w:rPr>
                <w:rFonts w:cs="Arial"/>
                <w:i/>
                <w:lang w:val="es-AR"/>
              </w:rPr>
            </w:pPr>
            <w:r w:rsidRPr="003F6057">
              <w:rPr>
                <w:rFonts w:eastAsia="Georgia" w:cs="Georgia"/>
                <w:i/>
                <w:iCs/>
                <w:lang w:val="es-ES"/>
              </w:rPr>
              <w:t>¿Le gusta diseñar y crear cosas?</w:t>
            </w:r>
          </w:p>
          <w:p w:rsidR="003F6057" w:rsidRPr="000F527A" w:rsidRDefault="00FE7D2F" w:rsidP="000F527A">
            <w:pPr>
              <w:pStyle w:val="TableTextGeorgia"/>
              <w:rPr>
                <w:rFonts w:cs="Arial"/>
                <w:lang w:val="es-AR"/>
              </w:rPr>
            </w:pPr>
            <w:r w:rsidRPr="003F6057">
              <w:rPr>
                <w:rFonts w:eastAsia="Georgia" w:cs="Georgia"/>
                <w:lang w:val="es-ES"/>
              </w:rPr>
              <w:t xml:space="preserve">Califiquen el nivel de interés que creen tener para cada área enumerada a continuación, de </w:t>
            </w:r>
            <w:r w:rsidRPr="003F6057">
              <w:rPr>
                <w:rFonts w:eastAsia="Georgia" w:cs="Georgia"/>
                <w:b/>
                <w:bCs/>
                <w:lang w:val="es-ES"/>
              </w:rPr>
              <w:t>0 (no me interesa) a 5 (me interesa mucho).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3F6057" w:rsidRPr="000F527A" w:rsidRDefault="00EC4C80" w:rsidP="003F6057">
            <w:pPr>
              <w:spacing w:before="60" w:after="60" w:line="240" w:lineRule="auto"/>
              <w:rPr>
                <w:rFonts w:cs="Arial"/>
                <w:lang w:val="es-AR"/>
              </w:rPr>
            </w:pPr>
            <w:r>
              <w:rPr>
                <w:rFonts w:cs="Arial"/>
                <w:noProof/>
                <w:lang w:eastAsia="en-GB"/>
              </w:rPr>
              <w:pict>
                <v:rect id="_x0000_s1039" style="position:absolute;margin-left:1.55pt;margin-top:88.65pt;width:12.15pt;height:12.35pt;z-index:251677696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40" style="position:absolute;margin-left:1.55pt;margin-top:72.65pt;width:12.15pt;height:12.35pt;z-index:251676672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41" style="position:absolute;margin-left:1.55pt;margin-top:54.2pt;width:12.15pt;height:12.35pt;z-index:251675648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42" style="position:absolute;margin-left:1.55pt;margin-top:37.15pt;width:12.15pt;height:12.35pt;z-index:251674624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43" style="position:absolute;margin-left:1.55pt;margin-top:20.55pt;width:12.15pt;height:12.35pt;z-index:251673600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44" style="position:absolute;margin-left:1.55pt;margin-top:1.7pt;width:12.15pt;height:12.35pt;z-index:251672576;mso-position-horizontal-relative:text;mso-position-vertical-relative:text" strokecolor="#dc6900"/>
              </w:pict>
            </w:r>
            <w:r w:rsidR="00FE7D2F" w:rsidRPr="000F527A">
              <w:rPr>
                <w:rFonts w:cs="Arial"/>
                <w:lang w:val="es-AR"/>
              </w:rPr>
              <w:t xml:space="preserve"> </w:t>
            </w:r>
          </w:p>
        </w:tc>
        <w:tc>
          <w:tcPr>
            <w:tcW w:w="9330" w:type="dxa"/>
            <w:gridSpan w:val="2"/>
          </w:tcPr>
          <w:p w:rsidR="003F6057" w:rsidRPr="000F527A" w:rsidRDefault="00FE7D2F" w:rsidP="003F605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3F6057">
              <w:rPr>
                <w:rFonts w:eastAsia="Georgia" w:cs="Georgia"/>
                <w:lang w:val="es-ES"/>
              </w:rPr>
              <w:t>Diseñar una nueva imagen, panfleto o póster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3F6057" w:rsidRPr="000F527A" w:rsidRDefault="00EC4C80" w:rsidP="003F6057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330" w:type="dxa"/>
            <w:gridSpan w:val="2"/>
          </w:tcPr>
          <w:p w:rsidR="003F6057" w:rsidRPr="000F527A" w:rsidRDefault="00FE7D2F" w:rsidP="003F605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3F6057">
              <w:rPr>
                <w:rFonts w:eastAsia="Georgia" w:cs="Georgia"/>
                <w:lang w:val="es-ES"/>
              </w:rPr>
              <w:t>Generar ideas y soluciones innovadoras para un problema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3F6057" w:rsidRPr="000F527A" w:rsidRDefault="00EC4C80" w:rsidP="003F6057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330" w:type="dxa"/>
            <w:gridSpan w:val="2"/>
          </w:tcPr>
          <w:p w:rsidR="003F6057" w:rsidRPr="000F527A" w:rsidRDefault="00FE7D2F" w:rsidP="003F605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3F6057">
              <w:rPr>
                <w:rFonts w:eastAsia="Georgia" w:cs="Georgia"/>
                <w:lang w:val="es-ES"/>
              </w:rPr>
              <w:t>Actuar en una producción de teatro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3F6057" w:rsidRPr="000F527A" w:rsidRDefault="00EC4C80" w:rsidP="003F6057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330" w:type="dxa"/>
            <w:gridSpan w:val="2"/>
          </w:tcPr>
          <w:p w:rsidR="003F6057" w:rsidRPr="000F527A" w:rsidRDefault="00FE7D2F" w:rsidP="003F605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3F6057">
              <w:rPr>
                <w:rFonts w:eastAsia="Georgia" w:cs="Georgia"/>
                <w:lang w:val="es-ES"/>
              </w:rPr>
              <w:t>Escribir un ensayo o cuento creativo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3F6057" w:rsidRPr="000F527A" w:rsidRDefault="00EC4C80" w:rsidP="003F6057">
            <w:pPr>
              <w:spacing w:before="60" w:after="60" w:line="240" w:lineRule="auto"/>
              <w:rPr>
                <w:rFonts w:cs="Arial"/>
                <w:lang w:val="es-AR"/>
              </w:rPr>
            </w:pPr>
          </w:p>
        </w:tc>
        <w:tc>
          <w:tcPr>
            <w:tcW w:w="9330" w:type="dxa"/>
            <w:gridSpan w:val="2"/>
          </w:tcPr>
          <w:p w:rsidR="003F6057" w:rsidRPr="003F6057" w:rsidRDefault="00FE7D2F" w:rsidP="003F605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n-US"/>
              </w:rPr>
            </w:pPr>
            <w:r w:rsidRPr="003F6057">
              <w:rPr>
                <w:rFonts w:eastAsia="Georgia" w:cs="Georgia"/>
                <w:lang w:val="es-ES"/>
              </w:rPr>
              <w:t xml:space="preserve">Tocar un instrumento musical 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" w:type="dxa"/>
          </w:tcPr>
          <w:p w:rsidR="003F6057" w:rsidRPr="003F6057" w:rsidRDefault="00EC4C80" w:rsidP="003F6057">
            <w:pPr>
              <w:spacing w:before="60" w:after="60" w:line="240" w:lineRule="auto"/>
              <w:rPr>
                <w:rFonts w:cs="Arial"/>
              </w:rPr>
            </w:pPr>
          </w:p>
        </w:tc>
        <w:tc>
          <w:tcPr>
            <w:tcW w:w="9330" w:type="dxa"/>
            <w:gridSpan w:val="2"/>
          </w:tcPr>
          <w:p w:rsidR="003F6057" w:rsidRPr="000F527A" w:rsidRDefault="00FE7D2F" w:rsidP="003F605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3F6057">
              <w:rPr>
                <w:rFonts w:eastAsia="Georgia" w:cs="Georgia"/>
                <w:lang w:val="es-ES"/>
              </w:rPr>
              <w:t>Expresar sus emociones libre y abiertamente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gridSpan w:val="2"/>
          </w:tcPr>
          <w:p w:rsidR="003F6057" w:rsidRPr="003F6057" w:rsidRDefault="00FE7D2F" w:rsidP="007B7B8A">
            <w:pPr>
              <w:pStyle w:val="TableTextGeorgia"/>
              <w:rPr>
                <w:rFonts w:cs="Arial"/>
              </w:rPr>
            </w:pPr>
            <w:r w:rsidRPr="003F6057">
              <w:rPr>
                <w:rFonts w:eastAsia="Georgia" w:cs="Georgia"/>
                <w:i/>
                <w:iCs/>
                <w:lang w:val="es-ES"/>
              </w:rPr>
              <w:t>Puntaje total de artístico:</w:t>
            </w:r>
          </w:p>
        </w:tc>
        <w:tc>
          <w:tcPr>
            <w:tcW w:w="7135" w:type="dxa"/>
          </w:tcPr>
          <w:p w:rsidR="003F6057" w:rsidRPr="003F6057" w:rsidRDefault="00EC4C80" w:rsidP="003F605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  <w:lang w:eastAsia="en-GB"/>
              </w:rPr>
              <w:pict>
                <v:rect id="_x0000_s1045" style="position:absolute;margin-left:-1.9pt;margin-top:.25pt;width:12.15pt;height:12.35pt;z-index:251678720;mso-position-horizontal-relative:text;mso-position-vertical-relative:text" strokecolor="#dc6900"/>
              </w:pict>
            </w:r>
          </w:p>
        </w:tc>
      </w:tr>
    </w:tbl>
    <w:p w:rsidR="003F6057" w:rsidRDefault="00EC4C80" w:rsidP="003F6057">
      <w:pPr>
        <w:pStyle w:val="BodyText"/>
      </w:pPr>
    </w:p>
    <w:tbl>
      <w:tblPr>
        <w:tblStyle w:val="DP-Plain1"/>
        <w:tblW w:w="5334" w:type="pct"/>
        <w:tblBorders>
          <w:insideH w:val="nil"/>
        </w:tblBorders>
        <w:tblLook w:val="04A0" w:firstRow="1" w:lastRow="0" w:firstColumn="1" w:lastColumn="0" w:noHBand="0" w:noVBand="1"/>
      </w:tblPr>
      <w:tblGrid>
        <w:gridCol w:w="454"/>
        <w:gridCol w:w="2028"/>
        <w:gridCol w:w="7273"/>
      </w:tblGrid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4" w:type="dxa"/>
            <w:gridSpan w:val="3"/>
          </w:tcPr>
          <w:p w:rsidR="000A6456" w:rsidRPr="000F527A" w:rsidRDefault="00FE7D2F" w:rsidP="000A6456">
            <w:pPr>
              <w:pStyle w:val="TableTitleGeorgia"/>
              <w:spacing w:before="60" w:after="60" w:line="240" w:lineRule="auto"/>
              <w:contextualSpacing w:val="0"/>
              <w:rPr>
                <w:rFonts w:eastAsiaTheme="minorHAnsi" w:cstheme="minorBidi"/>
                <w:szCs w:val="20"/>
                <w:lang w:val="es-AR"/>
              </w:rPr>
            </w:pPr>
            <w:r w:rsidRPr="000A6456">
              <w:rPr>
                <w:rFonts w:eastAsiaTheme="minorHAnsi" w:cstheme="minorBidi"/>
                <w:bCs/>
                <w:iCs/>
                <w:color w:val="DC6900"/>
                <w:szCs w:val="20"/>
              </w:rPr>
              <w:t>Social</w:t>
            </w:r>
          </w:p>
          <w:p w:rsidR="000A6456" w:rsidRPr="000F527A" w:rsidRDefault="00FE7D2F" w:rsidP="00D522B6">
            <w:pPr>
              <w:pStyle w:val="TableTextGeorgia"/>
              <w:rPr>
                <w:i/>
                <w:lang w:val="es-AR"/>
              </w:rPr>
            </w:pPr>
            <w:r w:rsidRPr="005C3556">
              <w:rPr>
                <w:rFonts w:eastAsia="Georgia" w:cs="Georgia"/>
                <w:i/>
                <w:iCs/>
                <w:szCs w:val="20"/>
                <w:lang w:val="es-ES"/>
              </w:rPr>
              <w:t>¿Le gusta ayudar a otras personas? ¿Le gusta trabajar con niños? ¿Le gusta trabajar en grupos o con otros?</w:t>
            </w:r>
          </w:p>
          <w:p w:rsidR="000A6456" w:rsidRPr="000F527A" w:rsidRDefault="00FE7D2F" w:rsidP="000F527A">
            <w:pPr>
              <w:pStyle w:val="TableTextGeorgia"/>
              <w:rPr>
                <w:lang w:val="es-AR"/>
              </w:rPr>
            </w:pPr>
            <w:r w:rsidRPr="000A6456">
              <w:rPr>
                <w:rFonts w:eastAsia="Georgia" w:cs="Georgia"/>
                <w:szCs w:val="20"/>
                <w:lang w:val="es-ES"/>
              </w:rPr>
              <w:t xml:space="preserve">Califiquen el nivel de interés que creen tener para cada área enumerada a continuación, de </w:t>
            </w:r>
            <w:r w:rsidRPr="000A6456">
              <w:rPr>
                <w:rFonts w:eastAsia="Georgia" w:cs="Georgia"/>
                <w:b/>
                <w:bCs/>
                <w:szCs w:val="20"/>
                <w:lang w:val="es-ES"/>
              </w:rPr>
              <w:t>0 (no me interesa) a 5 (me interesa mucho).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:rsidR="000A6456" w:rsidRPr="000F527A" w:rsidRDefault="00EC4C80" w:rsidP="00D522B6">
            <w:pPr>
              <w:pStyle w:val="TableTextGeorgia"/>
              <w:rPr>
                <w:lang w:val="es-AR"/>
              </w:rPr>
            </w:pPr>
            <w:r>
              <w:rPr>
                <w:noProof/>
                <w:lang w:eastAsia="en-GB"/>
              </w:rPr>
              <w:pict>
                <v:rect id="_x0000_s1046" style="position:absolute;margin-left:1.55pt;margin-top:88.65pt;width:12.15pt;height:12.35pt;z-index:251684864;mso-position-horizontal-relative:text;mso-position-vertical-relative:text" strokecolor="#dc6900"/>
              </w:pict>
            </w:r>
            <w:r>
              <w:rPr>
                <w:noProof/>
                <w:lang w:eastAsia="en-GB"/>
              </w:rPr>
              <w:pict>
                <v:rect id="_x0000_s1047" style="position:absolute;margin-left:1.55pt;margin-top:72.65pt;width:12.15pt;height:12.35pt;z-index:251683840;mso-position-horizontal-relative:text;mso-position-vertical-relative:text" strokecolor="#dc6900"/>
              </w:pict>
            </w:r>
            <w:r>
              <w:rPr>
                <w:noProof/>
                <w:lang w:eastAsia="en-GB"/>
              </w:rPr>
              <w:pict>
                <v:rect id="_x0000_s1048" style="position:absolute;margin-left:1.55pt;margin-top:54.2pt;width:12.15pt;height:12.35pt;z-index:251682816;mso-position-horizontal-relative:text;mso-position-vertical-relative:text" strokecolor="#dc6900"/>
              </w:pict>
            </w:r>
            <w:r>
              <w:rPr>
                <w:noProof/>
                <w:lang w:eastAsia="en-GB"/>
              </w:rPr>
              <w:pict>
                <v:rect id="_x0000_s1049" style="position:absolute;margin-left:1.55pt;margin-top:37.15pt;width:12.15pt;height:12.35pt;z-index:251681792;mso-position-horizontal-relative:text;mso-position-vertical-relative:text" strokecolor="#dc6900"/>
              </w:pict>
            </w:r>
            <w:r>
              <w:rPr>
                <w:noProof/>
                <w:lang w:eastAsia="en-GB"/>
              </w:rPr>
              <w:pict>
                <v:rect id="_x0000_s1050" style="position:absolute;margin-left:1.55pt;margin-top:20.55pt;width:12.15pt;height:12.35pt;z-index:251680768;mso-position-horizontal-relative:text;mso-position-vertical-relative:text" strokecolor="#dc6900"/>
              </w:pict>
            </w:r>
            <w:r>
              <w:rPr>
                <w:noProof/>
                <w:lang w:eastAsia="en-GB"/>
              </w:rPr>
              <w:pict>
                <v:rect id="_x0000_s1051" style="position:absolute;margin-left:1.55pt;margin-top:1.7pt;width:12.15pt;height:12.35pt;z-index:251679744;mso-position-horizontal-relative:text;mso-position-vertical-relative:text" strokecolor="#dc6900"/>
              </w:pict>
            </w:r>
            <w:r w:rsidR="00FE7D2F" w:rsidRPr="000F527A">
              <w:rPr>
                <w:lang w:val="es-AR"/>
              </w:rPr>
              <w:t xml:space="preserve"> </w:t>
            </w:r>
          </w:p>
        </w:tc>
        <w:tc>
          <w:tcPr>
            <w:tcW w:w="9300" w:type="dxa"/>
            <w:gridSpan w:val="2"/>
          </w:tcPr>
          <w:p w:rsidR="000A6456" w:rsidRPr="000F527A" w:rsidRDefault="00FE7D2F" w:rsidP="00D52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0A6456">
              <w:rPr>
                <w:rFonts w:eastAsia="Georgia" w:cs="Georgia"/>
                <w:color w:val="auto"/>
                <w:szCs w:val="20"/>
                <w:lang w:val="es-ES"/>
              </w:rPr>
              <w:t>Asesorar a un amigo por un problema personal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:rsidR="000A6456" w:rsidRPr="000F527A" w:rsidRDefault="00EC4C80" w:rsidP="00D522B6">
            <w:pPr>
              <w:pStyle w:val="TableTextGeorgia"/>
              <w:rPr>
                <w:lang w:val="es-AR"/>
              </w:rPr>
            </w:pPr>
          </w:p>
        </w:tc>
        <w:tc>
          <w:tcPr>
            <w:tcW w:w="9300" w:type="dxa"/>
            <w:gridSpan w:val="2"/>
          </w:tcPr>
          <w:p w:rsidR="000A6456" w:rsidRPr="000F527A" w:rsidRDefault="00FE7D2F" w:rsidP="00D52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0A6456">
              <w:rPr>
                <w:rFonts w:eastAsia="Georgia" w:cs="Georgia"/>
                <w:color w:val="auto"/>
                <w:szCs w:val="20"/>
                <w:lang w:val="es-ES"/>
              </w:rPr>
              <w:t>Asesorar a niños en un grupo comunitario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:rsidR="000A6456" w:rsidRPr="000F527A" w:rsidRDefault="00EC4C80" w:rsidP="00D522B6">
            <w:pPr>
              <w:pStyle w:val="TableTextGeorgia"/>
              <w:rPr>
                <w:lang w:val="es-AR"/>
              </w:rPr>
            </w:pPr>
          </w:p>
        </w:tc>
        <w:tc>
          <w:tcPr>
            <w:tcW w:w="9300" w:type="dxa"/>
            <w:gridSpan w:val="2"/>
          </w:tcPr>
          <w:p w:rsidR="000A6456" w:rsidRPr="000A6456" w:rsidRDefault="00FE7D2F" w:rsidP="00D52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n-US"/>
              </w:rPr>
            </w:pPr>
            <w:r w:rsidRPr="000A6456">
              <w:rPr>
                <w:rFonts w:eastAsia="Georgia" w:cs="Georgia"/>
                <w:color w:val="auto"/>
                <w:szCs w:val="20"/>
                <w:lang w:val="es-ES"/>
              </w:rPr>
              <w:t>Enseñar nuevas destrezas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:rsidR="000A6456" w:rsidRPr="00BC1B51" w:rsidRDefault="00EC4C80" w:rsidP="00D522B6">
            <w:pPr>
              <w:pStyle w:val="TableTextGeorgia"/>
            </w:pPr>
          </w:p>
        </w:tc>
        <w:tc>
          <w:tcPr>
            <w:tcW w:w="9300" w:type="dxa"/>
            <w:gridSpan w:val="2"/>
          </w:tcPr>
          <w:p w:rsidR="000A6456" w:rsidRPr="000F527A" w:rsidRDefault="00FE7D2F" w:rsidP="00D52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0A6456">
              <w:rPr>
                <w:rFonts w:eastAsia="Georgia" w:cs="Georgia"/>
                <w:color w:val="auto"/>
                <w:szCs w:val="20"/>
                <w:lang w:val="es-ES"/>
              </w:rPr>
              <w:t>Participar en actividades que mejoren la sociedad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:rsidR="000A6456" w:rsidRPr="000F527A" w:rsidRDefault="00EC4C80" w:rsidP="00D522B6">
            <w:pPr>
              <w:pStyle w:val="TableTextGeorgia"/>
              <w:rPr>
                <w:lang w:val="es-AR"/>
              </w:rPr>
            </w:pPr>
          </w:p>
        </w:tc>
        <w:tc>
          <w:tcPr>
            <w:tcW w:w="9300" w:type="dxa"/>
            <w:gridSpan w:val="2"/>
          </w:tcPr>
          <w:p w:rsidR="000A6456" w:rsidRPr="000F527A" w:rsidRDefault="00FE7D2F" w:rsidP="00D52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0A6456">
              <w:rPr>
                <w:rFonts w:eastAsia="Georgia" w:cs="Georgia"/>
                <w:color w:val="auto"/>
                <w:szCs w:val="20"/>
                <w:lang w:val="es-ES"/>
              </w:rPr>
              <w:t>Unirse a debate grupal y compartir ideas, reflexiones, sentimientos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</w:tcPr>
          <w:p w:rsidR="000A6456" w:rsidRPr="000F527A" w:rsidRDefault="00EC4C80" w:rsidP="00D522B6">
            <w:pPr>
              <w:pStyle w:val="TableTextGeorgia"/>
              <w:rPr>
                <w:lang w:val="es-AR"/>
              </w:rPr>
            </w:pPr>
          </w:p>
        </w:tc>
        <w:tc>
          <w:tcPr>
            <w:tcW w:w="9300" w:type="dxa"/>
            <w:gridSpan w:val="2"/>
          </w:tcPr>
          <w:p w:rsidR="000A6456" w:rsidRPr="000F527A" w:rsidRDefault="00FE7D2F" w:rsidP="00D52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0A6456">
              <w:rPr>
                <w:rFonts w:eastAsia="Georgia" w:cs="Georgia"/>
                <w:color w:val="auto"/>
                <w:szCs w:val="20"/>
                <w:lang w:val="es-ES"/>
              </w:rPr>
              <w:t>Ayudar a los más carenciados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gridSpan w:val="2"/>
          </w:tcPr>
          <w:p w:rsidR="000A6456" w:rsidRPr="00BC1B51" w:rsidRDefault="00FE7D2F" w:rsidP="00D522B6">
            <w:pPr>
              <w:pStyle w:val="TableTextGeorgia"/>
            </w:pPr>
            <w:r w:rsidRPr="004C12B6">
              <w:rPr>
                <w:rFonts w:eastAsia="Georgia" w:cs="Georgia"/>
                <w:i/>
                <w:iCs/>
                <w:szCs w:val="20"/>
                <w:lang w:val="es-ES"/>
              </w:rPr>
              <w:t>Puntaje total de social:</w:t>
            </w:r>
          </w:p>
        </w:tc>
        <w:tc>
          <w:tcPr>
            <w:tcW w:w="7272" w:type="dxa"/>
          </w:tcPr>
          <w:p w:rsidR="000A6456" w:rsidRPr="009D6C83" w:rsidRDefault="00EC4C80" w:rsidP="00D522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  <w:lang w:eastAsia="en-GB"/>
              </w:rPr>
              <w:pict>
                <v:rect id="_x0000_s1052" style="position:absolute;margin-left:-1.9pt;margin-top:.25pt;width:12.15pt;height:12.35pt;z-index:251685888;mso-position-horizontal-relative:text;mso-position-vertical-relative:text" strokecolor="#dc6900"/>
              </w:pict>
            </w:r>
          </w:p>
        </w:tc>
      </w:tr>
    </w:tbl>
    <w:p w:rsidR="000A6456" w:rsidRDefault="00EC4C80" w:rsidP="003F6057">
      <w:pPr>
        <w:pStyle w:val="BodyText"/>
      </w:pPr>
    </w:p>
    <w:tbl>
      <w:tblPr>
        <w:tblStyle w:val="DP-Plain1"/>
        <w:tblW w:w="5221" w:type="pct"/>
        <w:tblBorders>
          <w:insideH w:val="nil"/>
        </w:tblBorders>
        <w:tblLook w:val="04A0" w:firstRow="1" w:lastRow="0" w:firstColumn="1" w:lastColumn="0" w:noHBand="0" w:noVBand="1"/>
      </w:tblPr>
      <w:tblGrid>
        <w:gridCol w:w="475"/>
        <w:gridCol w:w="2432"/>
        <w:gridCol w:w="6641"/>
      </w:tblGrid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9" w:type="dxa"/>
            <w:gridSpan w:val="3"/>
          </w:tcPr>
          <w:p w:rsidR="00167A03" w:rsidRPr="000F527A" w:rsidRDefault="00FE7D2F" w:rsidP="006E4E73">
            <w:pPr>
              <w:pStyle w:val="TableTitleGeorgia"/>
              <w:spacing w:before="60" w:after="60" w:line="240" w:lineRule="auto"/>
              <w:contextualSpacing w:val="0"/>
              <w:rPr>
                <w:lang w:val="es-AR"/>
              </w:rPr>
            </w:pPr>
            <w:r w:rsidRPr="00167A03">
              <w:rPr>
                <w:rFonts w:eastAsiaTheme="minorHAnsi" w:cstheme="minorBidi"/>
                <w:bCs/>
                <w:iCs/>
                <w:color w:val="DC6900"/>
                <w:szCs w:val="20"/>
              </w:rPr>
              <w:t>Empresarial</w:t>
            </w:r>
          </w:p>
          <w:p w:rsidR="00167A03" w:rsidRPr="000F527A" w:rsidRDefault="00FE7D2F" w:rsidP="006E4E73">
            <w:pPr>
              <w:pStyle w:val="TableTextGeorgia"/>
              <w:rPr>
                <w:rFonts w:cs="Arial"/>
                <w:i/>
                <w:lang w:val="es-AR"/>
              </w:rPr>
            </w:pPr>
            <w:r w:rsidRPr="00167A03">
              <w:rPr>
                <w:rFonts w:eastAsia="Georgia" w:cs="Georgia"/>
                <w:i/>
                <w:iCs/>
                <w:szCs w:val="20"/>
                <w:lang w:val="es-ES"/>
              </w:rPr>
              <w:t>¿Tiene “mentalidad comercial”? ¿Le gusta trabajar con personas?</w:t>
            </w:r>
          </w:p>
          <w:p w:rsidR="00167A03" w:rsidRPr="000F527A" w:rsidRDefault="00FE7D2F" w:rsidP="000F527A">
            <w:pPr>
              <w:pStyle w:val="TableTextGeorgia"/>
              <w:rPr>
                <w:rFonts w:cs="Arial"/>
                <w:lang w:val="es-AR"/>
              </w:rPr>
            </w:pPr>
            <w:r w:rsidRPr="00167A03">
              <w:rPr>
                <w:rFonts w:eastAsia="Georgia" w:cs="Georgia"/>
                <w:szCs w:val="20"/>
                <w:lang w:val="es-ES"/>
              </w:rPr>
              <w:t xml:space="preserve">Califiquen el nivel de interés que creen tener para cada área enumerada a continuación, de </w:t>
            </w:r>
            <w:r w:rsidRPr="00167A03">
              <w:rPr>
                <w:rFonts w:eastAsia="Georgia" w:cs="Georgia"/>
                <w:b/>
                <w:bCs/>
                <w:szCs w:val="20"/>
                <w:lang w:val="es-ES"/>
              </w:rPr>
              <w:t>0 (no me interesa) a 5 (me interesa mucho).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67A03" w:rsidRPr="000F527A" w:rsidRDefault="00EC4C80" w:rsidP="00167A03">
            <w:pPr>
              <w:spacing w:before="60" w:after="60"/>
              <w:rPr>
                <w:rFonts w:cs="Arial"/>
                <w:lang w:val="es-AR"/>
              </w:rPr>
            </w:pPr>
            <w:r>
              <w:rPr>
                <w:rFonts w:cs="Arial"/>
                <w:noProof/>
                <w:lang w:eastAsia="ja-JP"/>
              </w:rPr>
              <w:pict>
                <v:rect id="_x0000_s1053" style="position:absolute;margin-left:1.55pt;margin-top:108.55pt;width:12.15pt;height:12.35pt;z-index:251694080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54" style="position:absolute;margin-left:1.55pt;margin-top:88.65pt;width:12.15pt;height:12.35pt;z-index:251692032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55" style="position:absolute;margin-left:1.55pt;margin-top:72.65pt;width:12.15pt;height:12.35pt;z-index:251691008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56" style="position:absolute;margin-left:1.55pt;margin-top:54.2pt;width:12.15pt;height:12.35pt;z-index:251689984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57" style="position:absolute;margin-left:1.55pt;margin-top:37.15pt;width:12.15pt;height:12.35pt;z-index:251688960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58" style="position:absolute;margin-left:1.55pt;margin-top:20.55pt;width:12.15pt;height:12.35pt;z-index:251687936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59" style="position:absolute;margin-left:1.55pt;margin-top:1.7pt;width:12.15pt;height:12.35pt;z-index:251686912;mso-position-horizontal-relative:text;mso-position-vertical-relative:text" strokecolor="#dc6900"/>
              </w:pict>
            </w:r>
            <w:r w:rsidR="00FE7D2F" w:rsidRPr="000F527A">
              <w:rPr>
                <w:rFonts w:cs="Arial"/>
                <w:lang w:val="es-AR"/>
              </w:rPr>
              <w:t xml:space="preserve"> </w:t>
            </w:r>
          </w:p>
        </w:tc>
        <w:tc>
          <w:tcPr>
            <w:tcW w:w="9074" w:type="dxa"/>
            <w:gridSpan w:val="2"/>
          </w:tcPr>
          <w:p w:rsidR="00167A03" w:rsidRPr="000F527A" w:rsidRDefault="00FE7D2F" w:rsidP="0016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67A03">
              <w:rPr>
                <w:rFonts w:eastAsia="Georgia" w:cs="Georgia"/>
                <w:color w:val="auto"/>
                <w:szCs w:val="20"/>
                <w:lang w:val="es-ES"/>
              </w:rPr>
              <w:t>Administrar un grupo para completar un proyecto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67A03" w:rsidRPr="000F527A" w:rsidRDefault="00EC4C80" w:rsidP="00167A03">
            <w:pPr>
              <w:spacing w:before="60" w:after="60"/>
              <w:rPr>
                <w:rFonts w:cs="Arial"/>
                <w:lang w:val="es-AR"/>
              </w:rPr>
            </w:pPr>
          </w:p>
        </w:tc>
        <w:tc>
          <w:tcPr>
            <w:tcW w:w="9074" w:type="dxa"/>
            <w:gridSpan w:val="2"/>
          </w:tcPr>
          <w:p w:rsidR="00167A03" w:rsidRPr="000F527A" w:rsidRDefault="00FE7D2F" w:rsidP="0016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67A03">
              <w:rPr>
                <w:rFonts w:eastAsia="Georgia" w:cs="Georgia"/>
                <w:color w:val="auto"/>
                <w:szCs w:val="20"/>
                <w:lang w:val="es-ES"/>
              </w:rPr>
              <w:t>Persuadir a otros de que adopten sus creencias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67A03" w:rsidRPr="000F527A" w:rsidRDefault="00EC4C80" w:rsidP="00167A03">
            <w:pPr>
              <w:spacing w:before="60" w:after="60"/>
              <w:rPr>
                <w:rFonts w:cs="Arial"/>
                <w:lang w:val="es-AR"/>
              </w:rPr>
            </w:pPr>
          </w:p>
        </w:tc>
        <w:tc>
          <w:tcPr>
            <w:tcW w:w="9074" w:type="dxa"/>
            <w:gridSpan w:val="2"/>
          </w:tcPr>
          <w:p w:rsidR="00167A03" w:rsidRPr="000F527A" w:rsidRDefault="00FE7D2F" w:rsidP="0016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67A03">
              <w:rPr>
                <w:rFonts w:eastAsia="Georgia" w:cs="Georgia"/>
                <w:color w:val="auto"/>
                <w:szCs w:val="20"/>
                <w:lang w:val="es-ES"/>
              </w:rPr>
              <w:t>Vender productos o servicios al público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67A03" w:rsidRPr="000F527A" w:rsidRDefault="00EC4C80" w:rsidP="00167A03">
            <w:pPr>
              <w:spacing w:before="60" w:after="60"/>
              <w:rPr>
                <w:rFonts w:cs="Arial"/>
                <w:lang w:val="es-AR"/>
              </w:rPr>
            </w:pPr>
          </w:p>
        </w:tc>
        <w:tc>
          <w:tcPr>
            <w:tcW w:w="9074" w:type="dxa"/>
            <w:gridSpan w:val="2"/>
          </w:tcPr>
          <w:p w:rsidR="00167A03" w:rsidRPr="000F527A" w:rsidRDefault="00FE7D2F" w:rsidP="0016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67A03">
              <w:rPr>
                <w:rFonts w:eastAsia="Georgia" w:cs="Georgia"/>
                <w:color w:val="auto"/>
                <w:szCs w:val="20"/>
                <w:lang w:val="es-ES"/>
              </w:rPr>
              <w:t>Determinar metas y motivar a otros para alcanzarlas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67A03" w:rsidRPr="000F527A" w:rsidRDefault="00EC4C80" w:rsidP="00167A03">
            <w:pPr>
              <w:spacing w:before="60" w:after="60"/>
              <w:rPr>
                <w:rFonts w:cs="Arial"/>
                <w:lang w:val="es-AR"/>
              </w:rPr>
            </w:pPr>
          </w:p>
        </w:tc>
        <w:tc>
          <w:tcPr>
            <w:tcW w:w="9074" w:type="dxa"/>
            <w:gridSpan w:val="2"/>
          </w:tcPr>
          <w:p w:rsidR="00167A03" w:rsidRPr="000F527A" w:rsidRDefault="00FE7D2F" w:rsidP="0016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67A03">
              <w:rPr>
                <w:rFonts w:eastAsia="Georgia" w:cs="Georgia"/>
                <w:color w:val="auto"/>
                <w:szCs w:val="20"/>
                <w:lang w:val="es-ES"/>
              </w:rPr>
              <w:t>Conducir a un equipo hacia la victoria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167A03" w:rsidRPr="000F527A" w:rsidRDefault="00EC4C80" w:rsidP="00167A03">
            <w:pPr>
              <w:spacing w:before="60" w:after="60"/>
              <w:rPr>
                <w:rFonts w:cs="Arial"/>
                <w:lang w:val="es-AR"/>
              </w:rPr>
            </w:pPr>
          </w:p>
        </w:tc>
        <w:tc>
          <w:tcPr>
            <w:tcW w:w="9074" w:type="dxa"/>
            <w:gridSpan w:val="2"/>
          </w:tcPr>
          <w:p w:rsidR="00167A03" w:rsidRPr="000F527A" w:rsidRDefault="00FE7D2F" w:rsidP="0016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167A03">
              <w:rPr>
                <w:rFonts w:eastAsia="Georgia" w:cs="Georgia"/>
                <w:color w:val="auto"/>
                <w:szCs w:val="20"/>
                <w:lang w:val="es-ES"/>
              </w:rPr>
              <w:t>Trabajar en entornos de alta escala y lujo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7" w:type="dxa"/>
            <w:gridSpan w:val="2"/>
          </w:tcPr>
          <w:p w:rsidR="00167A03" w:rsidRPr="00167A03" w:rsidRDefault="00FE7D2F" w:rsidP="006E4E73">
            <w:pPr>
              <w:pStyle w:val="TableTextGeorgia"/>
              <w:rPr>
                <w:rFonts w:cs="Arial"/>
              </w:rPr>
            </w:pPr>
            <w:r w:rsidRPr="00167A03">
              <w:rPr>
                <w:rFonts w:eastAsia="Georgia" w:cs="Georgia"/>
                <w:i/>
                <w:iCs/>
                <w:szCs w:val="20"/>
                <w:lang w:val="es-ES"/>
              </w:rPr>
              <w:t>Puntaje total de empresarial:</w:t>
            </w:r>
          </w:p>
        </w:tc>
        <w:tc>
          <w:tcPr>
            <w:tcW w:w="6642" w:type="dxa"/>
          </w:tcPr>
          <w:p w:rsidR="00167A03" w:rsidRPr="00167A03" w:rsidRDefault="00EC4C80" w:rsidP="00167A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  <w:lang w:eastAsia="en-GB"/>
              </w:rPr>
              <w:pict>
                <v:rect id="_x0000_s1060" style="position:absolute;margin-left:-1.9pt;margin-top:.25pt;width:12.15pt;height:12.35pt;z-index:251693056;mso-position-horizontal-relative:text;mso-position-vertical-relative:text" strokecolor="#dc6900"/>
              </w:pict>
            </w:r>
          </w:p>
        </w:tc>
      </w:tr>
    </w:tbl>
    <w:p w:rsidR="000B0985" w:rsidRDefault="00EC4C80">
      <w:pPr>
        <w:sectPr w:rsidR="000B0985" w:rsidSect="008D6C16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728" w:right="720" w:bottom="1080" w:left="2520" w:header="562" w:footer="562" w:gutter="0"/>
          <w:cols w:space="708"/>
          <w:titlePg/>
          <w:docGrid w:linePitch="360"/>
        </w:sectPr>
      </w:pPr>
    </w:p>
    <w:tbl>
      <w:tblPr>
        <w:tblStyle w:val="DP-Plain1"/>
        <w:tblW w:w="5451" w:type="pct"/>
        <w:tblBorders>
          <w:insideH w:val="nil"/>
        </w:tblBorders>
        <w:tblLook w:val="04A0" w:firstRow="1" w:lastRow="0" w:firstColumn="1" w:lastColumn="0" w:noHBand="0" w:noVBand="1"/>
      </w:tblPr>
      <w:tblGrid>
        <w:gridCol w:w="475"/>
        <w:gridCol w:w="2858"/>
        <w:gridCol w:w="6636"/>
      </w:tblGrid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9" w:type="dxa"/>
            <w:gridSpan w:val="3"/>
          </w:tcPr>
          <w:p w:rsidR="00CB1365" w:rsidRPr="000F527A" w:rsidRDefault="00FE7D2F" w:rsidP="00CB1365">
            <w:pPr>
              <w:pStyle w:val="TableTitleGeorgia"/>
              <w:spacing w:before="60" w:after="60" w:line="240" w:lineRule="auto"/>
              <w:contextualSpacing w:val="0"/>
              <w:rPr>
                <w:lang w:val="es-AR"/>
              </w:rPr>
            </w:pPr>
            <w:r w:rsidRPr="00CB1365">
              <w:rPr>
                <w:rFonts w:eastAsiaTheme="minorHAnsi" w:cstheme="minorBidi"/>
                <w:bCs/>
                <w:iCs/>
                <w:color w:val="DC6900"/>
                <w:szCs w:val="20"/>
              </w:rPr>
              <w:lastRenderedPageBreak/>
              <w:t>Convencional</w:t>
            </w:r>
          </w:p>
          <w:p w:rsidR="00CB1365" w:rsidRPr="000F527A" w:rsidRDefault="00FE7D2F" w:rsidP="00CB1365">
            <w:pPr>
              <w:pStyle w:val="TableTextGeorgia"/>
              <w:rPr>
                <w:i/>
                <w:lang w:val="es-AR"/>
              </w:rPr>
            </w:pPr>
            <w:r w:rsidRPr="00CB1365">
              <w:rPr>
                <w:rFonts w:eastAsia="Georgia" w:cs="Georgia"/>
                <w:i/>
                <w:iCs/>
                <w:szCs w:val="20"/>
                <w:lang w:val="es-ES"/>
              </w:rPr>
              <w:t>¿Le gusta organizar cosas? ¿Le gustan los entornos y las tareas previsibles y rutinarios?</w:t>
            </w:r>
          </w:p>
          <w:p w:rsidR="00CB1365" w:rsidRPr="000F527A" w:rsidRDefault="00FE7D2F" w:rsidP="000F527A">
            <w:pPr>
              <w:pStyle w:val="TableTextGeorgia"/>
              <w:rPr>
                <w:rFonts w:cs="Arial"/>
                <w:lang w:val="es-AR"/>
              </w:rPr>
            </w:pPr>
            <w:r w:rsidRPr="00CB1365">
              <w:rPr>
                <w:rFonts w:eastAsia="Georgia" w:cs="Georgia"/>
                <w:szCs w:val="20"/>
                <w:lang w:val="es-ES"/>
              </w:rPr>
              <w:t xml:space="preserve">Califiquen el nivel de interés que creen tener para cada área enumerada a continuación, de </w:t>
            </w:r>
            <w:r w:rsidRPr="00CB1365">
              <w:rPr>
                <w:rFonts w:eastAsia="Georgia" w:cs="Georgia"/>
                <w:b/>
                <w:bCs/>
                <w:szCs w:val="20"/>
                <w:lang w:val="es-ES"/>
              </w:rPr>
              <w:t>0 (no me interesa) a 5 (me interesa mucho).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CB1365" w:rsidRPr="000F527A" w:rsidRDefault="00EC4C80" w:rsidP="00CB1365">
            <w:pPr>
              <w:spacing w:before="60" w:after="60"/>
              <w:rPr>
                <w:rFonts w:cs="Arial"/>
                <w:lang w:val="es-AR"/>
              </w:rPr>
            </w:pPr>
            <w:r>
              <w:rPr>
                <w:rFonts w:cs="Arial"/>
                <w:noProof/>
                <w:lang w:eastAsia="en-GB"/>
              </w:rPr>
              <w:pict>
                <v:rect id="_x0000_s1061" style="position:absolute;margin-left:1.55pt;margin-top:88.65pt;width:12.15pt;height:12.35pt;z-index:251700224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62" style="position:absolute;margin-left:1.55pt;margin-top:72.65pt;width:12.15pt;height:12.35pt;z-index:251699200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63" style="position:absolute;margin-left:1.55pt;margin-top:54.2pt;width:12.15pt;height:12.35pt;z-index:251698176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64" style="position:absolute;margin-left:1.55pt;margin-top:37.15pt;width:12.15pt;height:12.35pt;z-index:251697152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65" style="position:absolute;margin-left:1.55pt;margin-top:20.55pt;width:12.15pt;height:12.35pt;z-index:251696128;mso-position-horizontal-relative:text;mso-position-vertical-relative:text" strokecolor="#dc6900"/>
              </w:pict>
            </w:r>
            <w:r>
              <w:rPr>
                <w:rFonts w:cs="Arial"/>
                <w:noProof/>
                <w:lang w:eastAsia="en-GB"/>
              </w:rPr>
              <w:pict>
                <v:rect id="_x0000_s1066" style="position:absolute;margin-left:1.55pt;margin-top:1.7pt;width:12.15pt;height:12.35pt;z-index:251695104;mso-position-horizontal-relative:text;mso-position-vertical-relative:text" strokecolor="#dc6900"/>
              </w:pict>
            </w:r>
            <w:r w:rsidR="00FE7D2F" w:rsidRPr="000F527A">
              <w:rPr>
                <w:rFonts w:cs="Arial"/>
                <w:lang w:val="es-AR"/>
              </w:rPr>
              <w:t xml:space="preserve"> </w:t>
            </w:r>
          </w:p>
        </w:tc>
        <w:tc>
          <w:tcPr>
            <w:tcW w:w="9494" w:type="dxa"/>
            <w:gridSpan w:val="2"/>
          </w:tcPr>
          <w:p w:rsidR="00CB1365" w:rsidRPr="000F527A" w:rsidRDefault="00FE7D2F" w:rsidP="00CB1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CB1365">
              <w:rPr>
                <w:rFonts w:eastAsia="Georgia" w:cs="Georgia"/>
                <w:color w:val="auto"/>
                <w:szCs w:val="20"/>
                <w:lang w:val="es-ES"/>
              </w:rPr>
              <w:t>Seguir una serie de normas organizadas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CB1365" w:rsidRPr="000F527A" w:rsidRDefault="00EC4C80" w:rsidP="00CB1365">
            <w:pPr>
              <w:spacing w:before="60" w:after="60"/>
              <w:rPr>
                <w:rFonts w:cs="Arial"/>
                <w:lang w:val="es-AR"/>
              </w:rPr>
            </w:pPr>
          </w:p>
        </w:tc>
        <w:tc>
          <w:tcPr>
            <w:tcW w:w="9494" w:type="dxa"/>
            <w:gridSpan w:val="2"/>
          </w:tcPr>
          <w:p w:rsidR="00CB1365" w:rsidRPr="000F527A" w:rsidRDefault="00FE7D2F" w:rsidP="00CB1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CB1365">
              <w:rPr>
                <w:rFonts w:eastAsia="Georgia" w:cs="Georgia"/>
                <w:color w:val="auto"/>
                <w:szCs w:val="20"/>
                <w:lang w:val="es-ES"/>
              </w:rPr>
              <w:t>Trabajar en entornos previsibles y estructurados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CB1365" w:rsidRPr="000F527A" w:rsidRDefault="00EC4C80" w:rsidP="00CB1365">
            <w:pPr>
              <w:spacing w:before="60" w:after="60"/>
              <w:rPr>
                <w:rFonts w:cs="Arial"/>
                <w:lang w:val="es-AR"/>
              </w:rPr>
            </w:pPr>
          </w:p>
        </w:tc>
        <w:tc>
          <w:tcPr>
            <w:tcW w:w="9494" w:type="dxa"/>
            <w:gridSpan w:val="2"/>
          </w:tcPr>
          <w:p w:rsidR="00CB1365" w:rsidRPr="000F527A" w:rsidRDefault="00FE7D2F" w:rsidP="00CB1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CB1365">
              <w:rPr>
                <w:rFonts w:eastAsia="Georgia" w:cs="Georgia"/>
                <w:color w:val="auto"/>
                <w:szCs w:val="20"/>
                <w:lang w:val="es-ES"/>
              </w:rPr>
              <w:t>Procesar datos o registros en forma ordenada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CB1365" w:rsidRPr="000F527A" w:rsidRDefault="00EC4C80" w:rsidP="00CB1365">
            <w:pPr>
              <w:spacing w:before="60" w:after="60"/>
              <w:rPr>
                <w:rFonts w:cs="Arial"/>
                <w:lang w:val="es-AR"/>
              </w:rPr>
            </w:pPr>
          </w:p>
        </w:tc>
        <w:tc>
          <w:tcPr>
            <w:tcW w:w="9494" w:type="dxa"/>
            <w:gridSpan w:val="2"/>
          </w:tcPr>
          <w:p w:rsidR="00CB1365" w:rsidRPr="00CB1365" w:rsidRDefault="00FE7D2F" w:rsidP="00CB1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n-US"/>
              </w:rPr>
            </w:pPr>
            <w:r w:rsidRPr="00CB1365">
              <w:rPr>
                <w:rFonts w:eastAsia="Georgia" w:cs="Georgia"/>
                <w:color w:val="auto"/>
                <w:szCs w:val="20"/>
                <w:lang w:val="es-ES"/>
              </w:rPr>
              <w:t>Realizar cálculos numéricos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CB1365" w:rsidRPr="00CB1365" w:rsidRDefault="00EC4C80" w:rsidP="00CB1365">
            <w:pPr>
              <w:spacing w:before="60" w:after="60"/>
              <w:rPr>
                <w:rFonts w:cs="Arial"/>
              </w:rPr>
            </w:pPr>
          </w:p>
        </w:tc>
        <w:tc>
          <w:tcPr>
            <w:tcW w:w="9494" w:type="dxa"/>
            <w:gridSpan w:val="2"/>
          </w:tcPr>
          <w:p w:rsidR="00CB1365" w:rsidRPr="000F527A" w:rsidRDefault="00FE7D2F" w:rsidP="00CB1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CB1365">
              <w:rPr>
                <w:rFonts w:eastAsia="Georgia" w:cs="Georgia"/>
                <w:color w:val="auto"/>
                <w:szCs w:val="20"/>
                <w:lang w:val="es-ES"/>
              </w:rPr>
              <w:t>Usar una computadora para completar tareas laborales en forma eficiente</w:t>
            </w:r>
          </w:p>
        </w:tc>
      </w:tr>
      <w:tr w:rsidR="002C0E22" w:rsidRPr="000F527A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:rsidR="00CB1365" w:rsidRPr="000F527A" w:rsidRDefault="00EC4C80" w:rsidP="00CB1365">
            <w:pPr>
              <w:spacing w:before="60" w:after="60"/>
              <w:rPr>
                <w:rFonts w:cs="Arial"/>
                <w:lang w:val="es-AR"/>
              </w:rPr>
            </w:pPr>
            <w:r>
              <w:rPr>
                <w:rFonts w:cs="Arial"/>
                <w:noProof/>
                <w:lang w:eastAsia="ja-JP"/>
              </w:rPr>
              <w:pict>
                <v:rect id="_x0000_s1067" style="position:absolute;margin-left:1.55pt;margin-top:-2.05pt;width:12.15pt;height:12.35pt;z-index:251702272;mso-position-horizontal-relative:text;mso-position-vertical-relative:text" strokecolor="#dc6900"/>
              </w:pict>
            </w:r>
          </w:p>
        </w:tc>
        <w:tc>
          <w:tcPr>
            <w:tcW w:w="9494" w:type="dxa"/>
            <w:gridSpan w:val="2"/>
          </w:tcPr>
          <w:p w:rsidR="00CB1365" w:rsidRPr="000F527A" w:rsidRDefault="00FE7D2F" w:rsidP="00CB1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val="es-AR"/>
              </w:rPr>
            </w:pPr>
            <w:r w:rsidRPr="00CB1365">
              <w:rPr>
                <w:rFonts w:eastAsia="Georgia" w:cs="Georgia"/>
                <w:color w:val="auto"/>
                <w:szCs w:val="20"/>
                <w:lang w:val="es-ES"/>
              </w:rPr>
              <w:t>Trabajar en una oficina donde estén definidas y claras las expectativas y metas.</w:t>
            </w:r>
          </w:p>
        </w:tc>
      </w:tr>
      <w:tr w:rsidR="002C0E22" w:rsidTr="000F52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  <w:gridSpan w:val="2"/>
          </w:tcPr>
          <w:p w:rsidR="00CB1365" w:rsidRPr="00CB1365" w:rsidRDefault="00FE7D2F" w:rsidP="00CB1365">
            <w:pPr>
              <w:pStyle w:val="TableTextGeorgia"/>
              <w:rPr>
                <w:rFonts w:cs="Arial"/>
              </w:rPr>
            </w:pPr>
            <w:r w:rsidRPr="00CB1365">
              <w:rPr>
                <w:rFonts w:eastAsia="Georgia" w:cs="Georgia"/>
                <w:i/>
                <w:iCs/>
                <w:szCs w:val="20"/>
                <w:lang w:val="es-ES"/>
              </w:rPr>
              <w:t>Puntaje total de convencional:</w:t>
            </w:r>
          </w:p>
        </w:tc>
        <w:tc>
          <w:tcPr>
            <w:tcW w:w="6636" w:type="dxa"/>
          </w:tcPr>
          <w:p w:rsidR="00CB1365" w:rsidRPr="00CB1365" w:rsidRDefault="00EC4C80" w:rsidP="00CB1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noProof/>
                <w:lang w:eastAsia="en-GB"/>
              </w:rPr>
              <w:pict>
                <v:rect id="_x0000_s1068" style="position:absolute;margin-left:-1.9pt;margin-top:.25pt;width:12.15pt;height:12.35pt;z-index:251701248;mso-position-horizontal-relative:text;mso-position-vertical-relative:text" strokecolor="#dc6900"/>
              </w:pict>
            </w:r>
          </w:p>
        </w:tc>
      </w:tr>
    </w:tbl>
    <w:p w:rsidR="00150E31" w:rsidRDefault="00EC4C80"/>
    <w:tbl>
      <w:tblPr>
        <w:tblStyle w:val="DP-Plain1"/>
        <w:tblW w:w="5000" w:type="pct"/>
        <w:tblBorders>
          <w:insideH w:val="nil"/>
        </w:tblBorders>
        <w:tblLook w:val="04A0" w:firstRow="1" w:lastRow="0" w:firstColumn="1" w:lastColumn="0" w:noHBand="0" w:noVBand="1"/>
      </w:tblPr>
      <w:tblGrid>
        <w:gridCol w:w="4292"/>
        <w:gridCol w:w="4852"/>
      </w:tblGrid>
      <w:tr w:rsidR="002C0E22" w:rsidRPr="000F527A" w:rsidTr="00F62D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6" w:type="dxa"/>
            <w:gridSpan w:val="2"/>
          </w:tcPr>
          <w:p w:rsidR="00F62D43" w:rsidRPr="000F527A" w:rsidRDefault="00FE7D2F" w:rsidP="00F62D43">
            <w:pPr>
              <w:pStyle w:val="TableTitleGeorgia"/>
              <w:spacing w:before="60" w:after="60" w:line="240" w:lineRule="auto"/>
              <w:contextualSpacing w:val="0"/>
              <w:rPr>
                <w:rFonts w:eastAsiaTheme="minorHAnsi" w:cstheme="minorBidi"/>
                <w:szCs w:val="20"/>
                <w:lang w:val="es-AR"/>
              </w:rPr>
            </w:pPr>
            <w:r w:rsidRPr="00F62D43">
              <w:rPr>
                <w:rFonts w:eastAsiaTheme="minorHAnsi" w:cstheme="minorBidi"/>
                <w:bCs/>
                <w:iCs/>
                <w:color w:val="DC6900"/>
                <w:szCs w:val="20"/>
              </w:rPr>
              <w:t>Resumen</w:t>
            </w:r>
          </w:p>
          <w:p w:rsidR="00F62D43" w:rsidRPr="000F527A" w:rsidRDefault="00FE7D2F" w:rsidP="00F62D43">
            <w:pPr>
              <w:pStyle w:val="TableTextGeorgia"/>
              <w:rPr>
                <w:rFonts w:asciiTheme="minorHAnsi" w:eastAsiaTheme="minorEastAsia" w:hAnsiTheme="minorHAnsi" w:cs="Arial"/>
                <w:sz w:val="22"/>
                <w:szCs w:val="22"/>
                <w:lang w:val="es-AR" w:eastAsia="ja-JP"/>
              </w:rPr>
            </w:pPr>
            <w:r w:rsidRPr="00F62D43">
              <w:rPr>
                <w:rFonts w:eastAsia="Georgia" w:cs="Georgia"/>
                <w:szCs w:val="20"/>
                <w:lang w:val="es-ES"/>
              </w:rPr>
              <w:t xml:space="preserve">Resuman sus puntajes a continuación. ¿En qué 3 áreas los puntajes son más altos? Ahora pueden leer el </w:t>
            </w:r>
            <w:r w:rsidRPr="00F62D43">
              <w:rPr>
                <w:rFonts w:eastAsia="Georgia" w:cs="Georgia"/>
                <w:b/>
                <w:bCs/>
                <w:szCs w:val="20"/>
                <w:lang w:val="es-ES"/>
              </w:rPr>
              <w:t>Folleto AA:</w:t>
            </w:r>
            <w:r w:rsidRPr="00F62D43">
              <w:rPr>
                <w:rFonts w:eastAsia="Georgia" w:cs="Georgia"/>
                <w:szCs w:val="20"/>
                <w:lang w:val="es-ES"/>
              </w:rPr>
              <w:t xml:space="preserve"> </w:t>
            </w:r>
            <w:r w:rsidRPr="00F62D43">
              <w:rPr>
                <w:rFonts w:eastAsia="Georgia" w:cs="Georgia"/>
                <w:i/>
                <w:iCs/>
                <w:szCs w:val="20"/>
                <w:lang w:val="es-ES"/>
              </w:rPr>
              <w:t>Universidad y carreras</w:t>
            </w:r>
            <w:r w:rsidRPr="00F62D43">
              <w:rPr>
                <w:rFonts w:eastAsia="Georgia" w:cs="Georgia"/>
                <w:szCs w:val="20"/>
                <w:lang w:val="es-ES"/>
              </w:rPr>
              <w:t xml:space="preserve"> sobre cómo se relaciona cada categoría con diversas especialidades universitarias y opciones de carreras. Compartan esta información y sus resultados con su asesor orientativo, padres, maestros o amigos.</w:t>
            </w:r>
          </w:p>
        </w:tc>
      </w:tr>
      <w:tr w:rsidR="002C0E22" w:rsidTr="00F62D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:rsidR="00F62D43" w:rsidRPr="00F62D43" w:rsidRDefault="00EC4C80" w:rsidP="00F62D43">
            <w:pPr>
              <w:pStyle w:val="TableTextGeorgia"/>
              <w:rPr>
                <w:rFonts w:eastAsiaTheme="minorEastAsia"/>
                <w:b/>
                <w:lang w:eastAsia="ja-JP"/>
              </w:rPr>
            </w:pPr>
            <w:r>
              <w:rPr>
                <w:rFonts w:eastAsiaTheme="minorEastAsia"/>
                <w:b/>
                <w:noProof/>
                <w:lang w:eastAsia="en-GB"/>
              </w:rPr>
              <w:pict>
                <v:rect id="_x0000_s1069" style="position:absolute;margin-left:380.1pt;margin-top:20.55pt;width:12.15pt;height:12.35pt;z-index:251707392;mso-position-horizontal-relative:text;mso-position-vertical-relative:text" strokecolor="#dc6900"/>
              </w:pict>
            </w:r>
            <w:r>
              <w:rPr>
                <w:rFonts w:eastAsiaTheme="minorEastAsia"/>
                <w:b/>
                <w:noProof/>
                <w:lang w:eastAsia="en-GB"/>
              </w:rPr>
              <w:pict>
                <v:rect id="_x0000_s1070" style="position:absolute;margin-left:380.1pt;margin-top:1.7pt;width:12.15pt;height:12.35pt;z-index:251706368;mso-position-horizontal-relative:text;mso-position-vertical-relative:text" strokecolor="#dc6900"/>
              </w:pict>
            </w:r>
            <w:r>
              <w:rPr>
                <w:rFonts w:eastAsiaTheme="minorEastAsia"/>
                <w:b/>
                <w:noProof/>
                <w:lang w:eastAsia="en-GB"/>
              </w:rPr>
              <w:pict>
                <v:rect id="_x0000_s1071" style="position:absolute;margin-left:380.1pt;margin-top:37.15pt;width:12.15pt;height:12.35pt;z-index:251708416;mso-position-horizontal-relative:text;mso-position-vertical-relative:text" strokecolor="#dc6900"/>
              </w:pict>
            </w:r>
            <w:r>
              <w:rPr>
                <w:rFonts w:eastAsiaTheme="minorEastAsia"/>
                <w:b/>
                <w:noProof/>
                <w:lang w:eastAsia="en-GB"/>
              </w:rPr>
              <w:pict>
                <v:rect id="_x0000_s1072" style="position:absolute;margin-left:143pt;margin-top:1.7pt;width:12.15pt;height:12.35pt;z-index:251703296;mso-position-horizontal-relative:text;mso-position-vertical-relative:text" strokecolor="#dc6900"/>
              </w:pict>
            </w:r>
            <w:proofErr w:type="spellStart"/>
            <w:r w:rsidR="00FE7D2F" w:rsidRPr="00F62D43">
              <w:rPr>
                <w:rFonts w:eastAsiaTheme="minorEastAsia" w:cs="Georgia"/>
                <w:b/>
                <w:bCs/>
                <w:szCs w:val="20"/>
                <w:lang w:eastAsia="ja-JP"/>
              </w:rPr>
              <w:t>Realista</w:t>
            </w:r>
            <w:proofErr w:type="spellEnd"/>
          </w:p>
        </w:tc>
        <w:tc>
          <w:tcPr>
            <w:tcW w:w="5541" w:type="dxa"/>
          </w:tcPr>
          <w:p w:rsidR="00F62D43" w:rsidRPr="00F62D43" w:rsidRDefault="00FE7D2F" w:rsidP="00F62D43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lang w:eastAsia="ja-JP"/>
              </w:rPr>
            </w:pPr>
            <w:r w:rsidRPr="00F62D43">
              <w:rPr>
                <w:rFonts w:eastAsiaTheme="minorEastAsia" w:cs="Georgia"/>
                <w:b/>
                <w:bCs/>
                <w:color w:val="auto"/>
                <w:szCs w:val="20"/>
                <w:lang w:val="es-ES" w:eastAsia="ja-JP"/>
              </w:rPr>
              <w:t>Social</w:t>
            </w:r>
          </w:p>
        </w:tc>
      </w:tr>
      <w:tr w:rsidR="002C0E22" w:rsidTr="00F62D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:rsidR="00F62D43" w:rsidRPr="00F62D43" w:rsidRDefault="00EC4C80" w:rsidP="00F62D43">
            <w:pPr>
              <w:pStyle w:val="TableTextGeorgia"/>
              <w:rPr>
                <w:rFonts w:eastAsiaTheme="minorEastAsia"/>
                <w:b/>
                <w:lang w:eastAsia="ja-JP"/>
              </w:rPr>
            </w:pPr>
            <w:r>
              <w:rPr>
                <w:rFonts w:eastAsiaTheme="minorEastAsia"/>
                <w:b/>
                <w:noProof/>
                <w:lang w:eastAsia="en-GB"/>
              </w:rPr>
              <w:pict>
                <v:rect id="_x0000_s1073" style="position:absolute;margin-left:143pt;margin-top:3.2pt;width:12.15pt;height:12.35pt;z-index:251704320;mso-position-horizontal-relative:text;mso-position-vertical-relative:text" strokecolor="#dc6900"/>
              </w:pict>
            </w:r>
            <w:r w:rsidR="00FE7D2F" w:rsidRPr="00F62D43">
              <w:rPr>
                <w:rFonts w:eastAsiaTheme="minorEastAsia" w:cs="Georgia"/>
                <w:b/>
                <w:bCs/>
                <w:szCs w:val="20"/>
                <w:lang w:eastAsia="ja-JP"/>
              </w:rPr>
              <w:t>Investigador</w:t>
            </w:r>
          </w:p>
        </w:tc>
        <w:tc>
          <w:tcPr>
            <w:tcW w:w="5541" w:type="dxa"/>
          </w:tcPr>
          <w:p w:rsidR="00F62D43" w:rsidRPr="00F62D43" w:rsidRDefault="00FE7D2F" w:rsidP="00F62D43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lang w:eastAsia="ja-JP"/>
              </w:rPr>
            </w:pPr>
            <w:r w:rsidRPr="00F62D43">
              <w:rPr>
                <w:rFonts w:eastAsiaTheme="minorEastAsia" w:cs="Georgia"/>
                <w:b/>
                <w:bCs/>
                <w:color w:val="auto"/>
                <w:szCs w:val="20"/>
                <w:lang w:val="es-ES" w:eastAsia="ja-JP"/>
              </w:rPr>
              <w:t>Empresarial</w:t>
            </w:r>
          </w:p>
        </w:tc>
      </w:tr>
      <w:tr w:rsidR="002C0E22" w:rsidTr="00F62D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5" w:type="dxa"/>
          </w:tcPr>
          <w:p w:rsidR="00F62D43" w:rsidRPr="00F62D43" w:rsidRDefault="00EC4C80" w:rsidP="00F62D43">
            <w:pPr>
              <w:pStyle w:val="TableTextGeorgia"/>
              <w:rPr>
                <w:rFonts w:eastAsiaTheme="minorEastAsia"/>
                <w:b/>
                <w:lang w:eastAsia="ja-JP"/>
              </w:rPr>
            </w:pPr>
            <w:r>
              <w:rPr>
                <w:rFonts w:eastAsiaTheme="minorEastAsia"/>
                <w:b/>
                <w:noProof/>
                <w:lang w:eastAsia="en-GB"/>
              </w:rPr>
              <w:pict>
                <v:rect id="_x0000_s1074" style="position:absolute;margin-left:143pt;margin-top:2.45pt;width:12.15pt;height:12.35pt;z-index:251705344;mso-position-horizontal-relative:text;mso-position-vertical-relative:text" strokecolor="#dc6900"/>
              </w:pict>
            </w:r>
            <w:r w:rsidR="00FE7D2F" w:rsidRPr="00F62D43">
              <w:rPr>
                <w:rFonts w:eastAsiaTheme="minorEastAsia" w:cs="Georgia"/>
                <w:b/>
                <w:bCs/>
                <w:szCs w:val="20"/>
                <w:lang w:eastAsia="ja-JP"/>
              </w:rPr>
              <w:t>Artístico</w:t>
            </w:r>
          </w:p>
        </w:tc>
        <w:tc>
          <w:tcPr>
            <w:tcW w:w="5541" w:type="dxa"/>
          </w:tcPr>
          <w:p w:rsidR="00F62D43" w:rsidRPr="00F62D43" w:rsidRDefault="00FE7D2F" w:rsidP="00F62D43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lang w:eastAsia="ja-JP"/>
              </w:rPr>
            </w:pPr>
            <w:r w:rsidRPr="00F62D43">
              <w:rPr>
                <w:rFonts w:eastAsiaTheme="minorEastAsia" w:cs="Georgia"/>
                <w:b/>
                <w:bCs/>
                <w:color w:val="auto"/>
                <w:szCs w:val="20"/>
                <w:lang w:val="es-ES" w:eastAsia="ja-JP"/>
              </w:rPr>
              <w:t>Convencional</w:t>
            </w:r>
          </w:p>
        </w:tc>
      </w:tr>
    </w:tbl>
    <w:p w:rsidR="00167A03" w:rsidRDefault="00EC4C80" w:rsidP="003F6057">
      <w:pPr>
        <w:pStyle w:val="BodyText"/>
      </w:pPr>
    </w:p>
    <w:p w:rsidR="00EB1F05" w:rsidRPr="000F527A" w:rsidRDefault="00FE7D2F" w:rsidP="003F6057">
      <w:pPr>
        <w:pStyle w:val="BodyText"/>
        <w:rPr>
          <w:lang w:val="es-AR"/>
        </w:rPr>
      </w:pPr>
      <w:r w:rsidRPr="004D1E5B">
        <w:rPr>
          <w:rFonts w:eastAsia="Georgia" w:cs="Georgia"/>
          <w:lang w:val="es-ES"/>
        </w:rPr>
        <w:t xml:space="preserve">Adaptado de </w:t>
      </w:r>
      <w:r w:rsidRPr="004D1E5B">
        <w:rPr>
          <w:rFonts w:eastAsia="Georgia" w:cs="Georgia"/>
          <w:i/>
          <w:iCs/>
          <w:lang w:val="es-ES"/>
        </w:rPr>
        <w:t>Evaluación de intereses - Estudiantes secundarios</w:t>
      </w:r>
      <w:r w:rsidRPr="004D1E5B">
        <w:rPr>
          <w:rFonts w:eastAsia="Georgia" w:cs="Georgia"/>
          <w:lang w:val="es-ES"/>
        </w:rPr>
        <w:t xml:space="preserve"> de la Universidad de Rutgers (</w:t>
      </w:r>
      <w:hyperlink r:id="rId13" w:history="1">
        <w:r w:rsidRPr="004D1E5B">
          <w:rPr>
            <w:rFonts w:eastAsia="Georgia" w:cs="Georgia"/>
            <w:lang w:val="es-ES"/>
          </w:rPr>
          <w:t>http://careerservices.rutgers.edu/PCCPinterests.shtml</w:t>
        </w:r>
      </w:hyperlink>
      <w:r w:rsidRPr="004D1E5B">
        <w:rPr>
          <w:rFonts w:eastAsia="Georgia" w:cs="Georgia"/>
          <w:lang w:val="es-ES"/>
        </w:rPr>
        <w:t>)</w:t>
      </w:r>
    </w:p>
    <w:sectPr w:rsidR="00EB1F05" w:rsidRPr="000F527A" w:rsidSect="008D6C16">
      <w:footerReference w:type="default" r:id="rId14"/>
      <w:headerReference w:type="first" r:id="rId15"/>
      <w:footerReference w:type="first" r:id="rId16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:rsidR="00FE7D2F" w:rsidRDefault="00FE7D2F" w:rsidP="002C0E22">
      <w:pPr>
        <w:spacing w:after="0" w:line="240" w:lineRule="auto"/>
      </w:pPr>
      <w:r>
        <w:separator/>
      </w:r>
    </w:p>
  </w:endnote>
  <w:endnote w:type="continuationSeparator" w:id="0">
    <w:p w:rsidR="00FE7D2F" w:rsidRDefault="00FE7D2F" w:rsidP="002C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A41A8" w:rsidRPr="000F527A" w:rsidRDefault="00FE7D2F" w:rsidP="008A41A8">
    <w:pPr>
      <w:pStyle w:val="Copyright"/>
      <w:rPr>
        <w:lang w:val="es-AR"/>
      </w:rPr>
    </w:pPr>
    <w:r w:rsidRPr="008A41A8">
      <w:rPr>
        <w:rFonts w:eastAsia="Arial"/>
        <w:lang w:val="es-ES"/>
      </w:rPr>
      <w:t>© 2012 PricewaterhouseCoopers LLP. Todos los derechos reservados. PwC se refiere a la empresa miembro de los Estados Unidos y puede referirse, a veces, a la red de PwC.</w:t>
    </w:r>
    <w:r w:rsidR="000F527A">
      <w:rPr>
        <w:rFonts w:eastAsia="Arial"/>
        <w:lang w:val="es-ES"/>
      </w:rPr>
      <w:t xml:space="preserve"> </w:t>
    </w:r>
    <w:r w:rsidRPr="008A41A8">
      <w:rPr>
        <w:rFonts w:eastAsia="Arial"/>
        <w:lang w:val="es-ES"/>
      </w:rPr>
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A41A8" w:rsidRPr="000F527A" w:rsidRDefault="00FE7D2F" w:rsidP="008A41A8">
    <w:pPr>
      <w:pStyle w:val="Copyright"/>
      <w:rPr>
        <w:lang w:val="es-AR"/>
      </w:rPr>
    </w:pPr>
    <w:r w:rsidRPr="008A41A8">
      <w:rPr>
        <w:rFonts w:eastAsia="Arial"/>
        <w:lang w:val="es-ES"/>
      </w:rPr>
      <w:t>© 2012 PricewaterhouseCoopers LLP. Todos los derechos reservados. PwC se refiere a la empresa miembro de los Estados Unidos y puede referirse, a veces, a la red de PwC.</w:t>
    </w:r>
    <w:r w:rsidR="000F527A">
      <w:rPr>
        <w:rFonts w:eastAsia="Arial"/>
        <w:lang w:val="es-ES"/>
      </w:rPr>
      <w:t xml:space="preserve"> </w:t>
    </w:r>
    <w:r w:rsidRPr="008A41A8">
      <w:rPr>
        <w:rFonts w:eastAsia="Arial"/>
        <w:lang w:val="es-ES"/>
      </w:rPr>
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B0985" w:rsidRDefault="00EC4C80">
    <w:pPr>
      <w:pStyle w:val="Footer"/>
    </w:pPr>
    <w:r>
      <w:rPr>
        <w:noProof/>
        <w:lang w:eastAsia="ja-JP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4.3pt;width:450.75pt;height:46pt;z-index:251658240" filled="f" stroked="f">
          <v:textbox style="mso-fit-shape-to-text:t" inset="0,0,0,0">
            <w:txbxContent>
              <w:p w:rsidR="000B0985" w:rsidRPr="000F527A" w:rsidRDefault="00FE7D2F" w:rsidP="000B0985">
                <w:pPr>
                  <w:pStyle w:val="Copyright"/>
                  <w:rPr>
                    <w:lang w:val="es-AR"/>
                  </w:rPr>
                </w:pPr>
                <w:r w:rsidRPr="00BE2149">
                  <w:rPr>
                    <w:rFonts w:eastAsia="Arial"/>
                    <w:lang w:val="es-ES"/>
                  </w:rPr>
                  <w:t xml:space="preserve">Esta información es confidencial y propiedad exclusiva de PwC y solo es para PwC, y no deberá circular fuera de </w:t>
                </w:r>
                <w:r w:rsidRPr="00BE2149">
                  <w:rPr>
                    <w:rFonts w:eastAsia="Arial"/>
                    <w:lang w:val="es-ES"/>
                  </w:rPr>
                  <w:br/>
                  <w:t>la empresa.</w:t>
                </w:r>
              </w:p>
              <w:p w:rsidR="000B0985" w:rsidRPr="000F527A" w:rsidRDefault="00EC4C80" w:rsidP="000B0985">
                <w:pPr>
                  <w:pStyle w:val="Copyright"/>
                  <w:rPr>
                    <w:lang w:val="es-AR"/>
                  </w:rPr>
                </w:pPr>
              </w:p>
              <w:p w:rsidR="000B0985" w:rsidRPr="000F527A" w:rsidRDefault="00FE7D2F" w:rsidP="000B0985">
                <w:pPr>
                  <w:pStyle w:val="Copyright"/>
                  <w:rPr>
                    <w:lang w:val="es-AR"/>
                  </w:rPr>
                </w:pPr>
                <w:r w:rsidRPr="007178D0"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 referirse, a veces, a la red de PwC.  Cada empresa miembro es una entidad legal separada. Consulte www.pwc.com/structure para obtener más detalles.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B0985" w:rsidRDefault="00EC4C80">
    <w:pPr>
      <w:pStyle w:val="Footer"/>
    </w:pPr>
    <w:r>
      <w:rPr>
        <w:noProof/>
        <w:lang w:eastAsia="ja-JP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-1.25pt;margin-top:-43.8pt;width:450.75pt;height:46pt;z-index:251659264" filled="f" stroked="f">
          <v:textbox style="mso-fit-shape-to-text:t" inset="0,0,0,0">
            <w:txbxContent>
              <w:p w:rsidR="000B0985" w:rsidRDefault="00EC4C80" w:rsidP="000B0985">
                <w:pPr>
                  <w:pStyle w:val="Copyright"/>
                  <w:rPr>
                    <w:lang w:val="en-US"/>
                  </w:rPr>
                </w:pPr>
              </w:p>
              <w:p w:rsidR="000B0985" w:rsidRPr="000F527A" w:rsidRDefault="00FE7D2F" w:rsidP="008A41A8">
                <w:pPr>
                  <w:pStyle w:val="Copyright"/>
                  <w:rPr>
                    <w:lang w:val="es-AR"/>
                  </w:rPr>
                </w:pPr>
                <w:r w:rsidRPr="008A41A8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:rsidR="00FE7D2F" w:rsidRDefault="00FE7D2F" w:rsidP="002C0E22">
      <w:pPr>
        <w:spacing w:after="0" w:line="240" w:lineRule="auto"/>
      </w:pPr>
      <w:r>
        <w:separator/>
      </w:r>
    </w:p>
  </w:footnote>
  <w:footnote w:type="continuationSeparator" w:id="0">
    <w:p w:rsidR="00FE7D2F" w:rsidRDefault="00FE7D2F" w:rsidP="002C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2C0E22" w:rsidTr="0084517A">
      <w:tc>
        <w:tcPr>
          <w:tcW w:w="5000" w:type="pct"/>
        </w:tcPr>
        <w:p w:rsidR="00FC4C19" w:rsidRPr="009B5B65" w:rsidRDefault="00EC4C80" w:rsidP="0084517A">
          <w:pPr>
            <w:rPr>
              <w:sz w:val="24"/>
              <w:szCs w:val="24"/>
            </w:rPr>
          </w:pPr>
        </w:p>
      </w:tc>
    </w:tr>
  </w:tbl>
  <w:p w:rsidR="00FC4C19" w:rsidRPr="00C55723" w:rsidRDefault="00EC4C80" w:rsidP="00C55723">
    <w:pPr>
      <w:pStyle w:val="Header"/>
      <w:rPr>
        <w:rFonts w:ascii="Arial" w:hAnsi="Arial" w:cs="Arial"/>
        <w:color w:val="000000" w:themeColor="text1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2C0E22" w:rsidTr="00D27464">
      <w:tc>
        <w:tcPr>
          <w:tcW w:w="5000" w:type="pct"/>
        </w:tcPr>
        <w:p w:rsidR="00FC4C19" w:rsidRPr="009B5B65" w:rsidRDefault="00EC4C80" w:rsidP="00D27464">
          <w:pPr>
            <w:rPr>
              <w:sz w:val="24"/>
              <w:szCs w:val="24"/>
            </w:rPr>
          </w:pPr>
        </w:p>
      </w:tc>
    </w:tr>
  </w:tbl>
  <w:p w:rsidR="00FC4C19" w:rsidRPr="008D6C16" w:rsidRDefault="00EC4C80" w:rsidP="00FC4C19">
    <w:pPr>
      <w:pStyle w:val="Header"/>
      <w:rPr>
        <w:rFonts w:ascii="Arial" w:hAnsi="Arial" w:cs="Arial"/>
        <w:color w:val="000000" w:themeColor="text1"/>
      </w:rPr>
    </w:pPr>
    <w:hyperlink r:id="rId1" w:history="1">
      <w:r w:rsidR="00FE7D2F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  <w:r w:rsidR="00FE7D2F" w:rsidRPr="00150E31">
      <w:rPr>
        <w:rFonts w:ascii="Arial" w:hAnsi="Arial" w:cs="Arial"/>
        <w:noProof/>
        <w:color w:val="000000" w:themeColor="text1"/>
        <w:lang w:val="en-U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-1094362</wp:posOffset>
          </wp:positionH>
          <wp:positionV relativeFrom="paragraph">
            <wp:posOffset>7619811</wp:posOffset>
          </wp:positionV>
          <wp:extent cx="1653702" cy="1381328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2C0E22" w:rsidTr="00D522B6">
      <w:tc>
        <w:tcPr>
          <w:tcW w:w="5000" w:type="pct"/>
        </w:tcPr>
        <w:p w:rsidR="000B0985" w:rsidRPr="009B5B65" w:rsidRDefault="00EC4C80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EC4C80" w:rsidP="000B098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BCE083B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9078AFE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6A12D4F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B8EE66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38043B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542B5C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14C580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824E707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4F2DA9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8FBCB1A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6B286EC" w:tentative="1">
      <w:start w:val="1"/>
      <w:numFmt w:val="lowerLetter"/>
      <w:lvlText w:val="%2."/>
      <w:lvlJc w:val="left"/>
      <w:pPr>
        <w:ind w:left="2246" w:hanging="360"/>
      </w:pPr>
    </w:lvl>
    <w:lvl w:ilvl="2" w:tplc="92901D16" w:tentative="1">
      <w:start w:val="1"/>
      <w:numFmt w:val="lowerRoman"/>
      <w:lvlText w:val="%3."/>
      <w:lvlJc w:val="right"/>
      <w:pPr>
        <w:ind w:left="2966" w:hanging="180"/>
      </w:pPr>
    </w:lvl>
    <w:lvl w:ilvl="3" w:tplc="3C74A126" w:tentative="1">
      <w:start w:val="1"/>
      <w:numFmt w:val="decimal"/>
      <w:lvlText w:val="%4."/>
      <w:lvlJc w:val="left"/>
      <w:pPr>
        <w:ind w:left="3686" w:hanging="360"/>
      </w:pPr>
    </w:lvl>
    <w:lvl w:ilvl="4" w:tplc="DA38351C" w:tentative="1">
      <w:start w:val="1"/>
      <w:numFmt w:val="lowerLetter"/>
      <w:lvlText w:val="%5."/>
      <w:lvlJc w:val="left"/>
      <w:pPr>
        <w:ind w:left="4406" w:hanging="360"/>
      </w:pPr>
    </w:lvl>
    <w:lvl w:ilvl="5" w:tplc="D65ADF3E" w:tentative="1">
      <w:start w:val="1"/>
      <w:numFmt w:val="lowerRoman"/>
      <w:lvlText w:val="%6."/>
      <w:lvlJc w:val="right"/>
      <w:pPr>
        <w:ind w:left="5126" w:hanging="180"/>
      </w:pPr>
    </w:lvl>
    <w:lvl w:ilvl="6" w:tplc="0114BA4A" w:tentative="1">
      <w:start w:val="1"/>
      <w:numFmt w:val="decimal"/>
      <w:lvlText w:val="%7."/>
      <w:lvlJc w:val="left"/>
      <w:pPr>
        <w:ind w:left="5846" w:hanging="360"/>
      </w:pPr>
    </w:lvl>
    <w:lvl w:ilvl="7" w:tplc="6008B264" w:tentative="1">
      <w:start w:val="1"/>
      <w:numFmt w:val="lowerLetter"/>
      <w:lvlText w:val="%8."/>
      <w:lvlJc w:val="left"/>
      <w:pPr>
        <w:ind w:left="6566" w:hanging="360"/>
      </w:pPr>
    </w:lvl>
    <w:lvl w:ilvl="8" w:tplc="4978D05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6F6A967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B50939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B5C793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D103DA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75419F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9E6CF5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0BC546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6540D6E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CD810F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0734D86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CEC7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7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6A3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01F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B492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7041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AA8C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42A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E79A9D4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AC0E4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86B8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4C77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A44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CA2D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06B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64D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107C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E22"/>
    <w:rsid w:val="000F527A"/>
    <w:rsid w:val="002C0E22"/>
    <w:rsid w:val="00EC4C80"/>
    <w:rsid w:val="00FE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yperlink" Target="http://careerservices.rutgers.edu/PCCPinterests.shtml" TargetMode="External"/><Relationship Id="rId14" Type="http://schemas.openxmlformats.org/officeDocument/2006/relationships/footer" Target="footer3.xml"/><Relationship Id="rId15" Type="http://schemas.openxmlformats.org/officeDocument/2006/relationships/header" Target="header3.xml"/><Relationship Id="rId16" Type="http://schemas.openxmlformats.org/officeDocument/2006/relationships/footer" Target="footer4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Relationship Id="rId2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0D8DF-F6D3-A848-90FA-BD1EEC04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3</Pages>
  <Words>653</Words>
  <Characters>3728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2012-06-27T20:02:00Z</cp:lastPrinted>
  <dcterms:created xsi:type="dcterms:W3CDTF">2012-12-31T06:13:00Z</dcterms:created>
  <dcterms:modified xsi:type="dcterms:W3CDTF">2012-12-31T06:13:00Z</dcterms:modified>
</cp:coreProperties>
</file>